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08"/>
        <w:gridCol w:w="247"/>
        <w:gridCol w:w="3839"/>
        <w:gridCol w:w="3832"/>
        <w:gridCol w:w="13"/>
      </w:tblGrid>
      <w:tr w:rsidR="003B7DF9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4B42" w:rsidRDefault="003B7DF9" w:rsidP="00F34375"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671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6B37A5" w:rsidP="00F3437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3B7DF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3B7DF9" w:rsidP="00F34375">
            <w:pPr>
              <w:rPr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671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6B37A5" w:rsidP="00FE32AA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</w:t>
            </w:r>
            <w:r w:rsidR="003B7DF9" w:rsidRPr="001906A2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1906A2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1906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E32AA">
              <w:rPr>
                <w:rFonts w:ascii="Arial" w:hAnsi="Arial" w:cs="Arial"/>
                <w:sz w:val="18"/>
                <w:szCs w:val="18"/>
              </w:rPr>
              <w:t>69</w:t>
            </w:r>
          </w:p>
        </w:tc>
      </w:tr>
      <w:tr w:rsidR="003B7DF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671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6B37A5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671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906A2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1906A2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1906A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FE32AA">
              <w:rPr>
                <w:rFonts w:ascii="Arial" w:hAnsi="Arial" w:cs="Arial"/>
                <w:noProof/>
                <w:sz w:val="18"/>
                <w:szCs w:val="18"/>
              </w:rPr>
              <w:t>Thursday, 2 July 2020</w:t>
            </w:r>
            <w:r w:rsidRPr="001906A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671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6B37A5" w:rsidP="00C843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671" w:type="dxa"/>
            <w:gridSpan w:val="2"/>
            <w:vMerge w:val="restart"/>
            <w:tcMar>
              <w:top w:w="28" w:type="dxa"/>
              <w:bottom w:w="28" w:type="dxa"/>
            </w:tcMar>
          </w:tcPr>
          <w:p w:rsidR="00894682" w:rsidRPr="001906A2" w:rsidRDefault="00FE32AA" w:rsidP="00F343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Bilateral leg swelling. DVT excluded. Previous LSV op by BK in 2017. </w:t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671" w:type="dxa"/>
            <w:gridSpan w:val="2"/>
            <w:vMerge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9626" w:type="dxa"/>
            <w:gridSpan w:val="4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1906A2">
              <w:rPr>
                <w:rFonts w:ascii="Arial" w:hAnsi="Arial"/>
                <w:b/>
                <w:bCs/>
                <w:sz w:val="18"/>
                <w:szCs w:val="20"/>
              </w:rPr>
              <w:t>Bilateral Lower Extremity Venous Duplex</w:t>
            </w:r>
          </w:p>
        </w:tc>
      </w:tr>
      <w:tr w:rsidR="00894682" w:rsidRPr="001906A2" w:rsidTr="0025571B">
        <w:trPr>
          <w:gridAfter w:val="1"/>
          <w:wAfter w:w="13" w:type="dxa"/>
          <w:trHeight w:val="7938"/>
        </w:trPr>
        <w:tc>
          <w:tcPr>
            <w:tcW w:w="9626" w:type="dxa"/>
            <w:gridSpan w:val="4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FE32AA" w:rsidP="001906A2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>
                      <wp:simplePos x="0" y="0"/>
                      <wp:positionH relativeFrom="column">
                        <wp:posOffset>482089</wp:posOffset>
                      </wp:positionH>
                      <wp:positionV relativeFrom="paragraph">
                        <wp:posOffset>2240353</wp:posOffset>
                      </wp:positionV>
                      <wp:extent cx="123621" cy="1294710"/>
                      <wp:effectExtent l="19050" t="19050" r="10160" b="20320"/>
                      <wp:wrapNone/>
                      <wp:docPr id="173" name="Freeform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621" cy="1294710"/>
                              </a:xfrm>
                              <a:custGeom>
                                <a:avLst/>
                                <a:gdLst>
                                  <a:gd name="T0" fmla="*/ 60 w 142"/>
                                  <a:gd name="T1" fmla="*/ 0 h 3264"/>
                                  <a:gd name="T2" fmla="*/ 0 w 142"/>
                                  <a:gd name="T3" fmla="*/ 336 h 3264"/>
                                  <a:gd name="T4" fmla="*/ 60 w 142"/>
                                  <a:gd name="T5" fmla="*/ 924 h 3264"/>
                                  <a:gd name="T6" fmla="*/ 132 w 142"/>
                                  <a:gd name="T7" fmla="*/ 1968 h 3264"/>
                                  <a:gd name="T8" fmla="*/ 120 w 142"/>
                                  <a:gd name="T9" fmla="*/ 2760 h 3264"/>
                                  <a:gd name="T10" fmla="*/ 48 w 142"/>
                                  <a:gd name="T11" fmla="*/ 3264 h 3264"/>
                                  <a:gd name="connsiteX0" fmla="*/ 4225 w 9610"/>
                                  <a:gd name="connsiteY0" fmla="*/ 0 h 8456"/>
                                  <a:gd name="connsiteX1" fmla="*/ 0 w 9610"/>
                                  <a:gd name="connsiteY1" fmla="*/ 1029 h 8456"/>
                                  <a:gd name="connsiteX2" fmla="*/ 4225 w 9610"/>
                                  <a:gd name="connsiteY2" fmla="*/ 2831 h 8456"/>
                                  <a:gd name="connsiteX3" fmla="*/ 9296 w 9610"/>
                                  <a:gd name="connsiteY3" fmla="*/ 6029 h 8456"/>
                                  <a:gd name="connsiteX4" fmla="*/ 8451 w 9610"/>
                                  <a:gd name="connsiteY4" fmla="*/ 8456 h 8456"/>
                                  <a:gd name="connsiteX0" fmla="*/ 4396 w 9673"/>
                                  <a:gd name="connsiteY0" fmla="*/ 0 h 7130"/>
                                  <a:gd name="connsiteX1" fmla="*/ 0 w 9673"/>
                                  <a:gd name="connsiteY1" fmla="*/ 1217 h 7130"/>
                                  <a:gd name="connsiteX2" fmla="*/ 4396 w 9673"/>
                                  <a:gd name="connsiteY2" fmla="*/ 3348 h 7130"/>
                                  <a:gd name="connsiteX3" fmla="*/ 9673 w 9673"/>
                                  <a:gd name="connsiteY3" fmla="*/ 7130 h 7130"/>
                                  <a:gd name="connsiteX0" fmla="*/ 0 w 10000"/>
                                  <a:gd name="connsiteY0" fmla="*/ 0 h 8293"/>
                                  <a:gd name="connsiteX1" fmla="*/ 4545 w 10000"/>
                                  <a:gd name="connsiteY1" fmla="*/ 2989 h 8293"/>
                                  <a:gd name="connsiteX2" fmla="*/ 10000 w 10000"/>
                                  <a:gd name="connsiteY2" fmla="*/ 8293 h 8293"/>
                                  <a:gd name="connsiteX0" fmla="*/ 0 w 14448"/>
                                  <a:gd name="connsiteY0" fmla="*/ 0 h 12450"/>
                                  <a:gd name="connsiteX1" fmla="*/ 8993 w 14448"/>
                                  <a:gd name="connsiteY1" fmla="*/ 6054 h 12450"/>
                                  <a:gd name="connsiteX2" fmla="*/ 14448 w 14448"/>
                                  <a:gd name="connsiteY2" fmla="*/ 12450 h 12450"/>
                                  <a:gd name="connsiteX0" fmla="*/ 600 w 15048"/>
                                  <a:gd name="connsiteY0" fmla="*/ 0 h 12450"/>
                                  <a:gd name="connsiteX1" fmla="*/ 600 w 15048"/>
                                  <a:gd name="connsiteY1" fmla="*/ 2808 h 12450"/>
                                  <a:gd name="connsiteX2" fmla="*/ 9593 w 15048"/>
                                  <a:gd name="connsiteY2" fmla="*/ 6054 h 12450"/>
                                  <a:gd name="connsiteX3" fmla="*/ 15048 w 15048"/>
                                  <a:gd name="connsiteY3" fmla="*/ 12450 h 12450"/>
                                  <a:gd name="connsiteX0" fmla="*/ 1685 w 14861"/>
                                  <a:gd name="connsiteY0" fmla="*/ 0 h 12501"/>
                                  <a:gd name="connsiteX1" fmla="*/ 413 w 14861"/>
                                  <a:gd name="connsiteY1" fmla="*/ 2859 h 12501"/>
                                  <a:gd name="connsiteX2" fmla="*/ 9406 w 14861"/>
                                  <a:gd name="connsiteY2" fmla="*/ 6105 h 12501"/>
                                  <a:gd name="connsiteX3" fmla="*/ 14861 w 14861"/>
                                  <a:gd name="connsiteY3" fmla="*/ 12501 h 1250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4861" h="12501">
                                    <a:moveTo>
                                      <a:pt x="1685" y="0"/>
                                    </a:moveTo>
                                    <a:cubicBezTo>
                                      <a:pt x="2003" y="306"/>
                                      <a:pt x="-1086" y="1850"/>
                                      <a:pt x="413" y="2859"/>
                                    </a:cubicBezTo>
                                    <a:cubicBezTo>
                                      <a:pt x="1912" y="3868"/>
                                      <a:pt x="6998" y="4498"/>
                                      <a:pt x="9406" y="6105"/>
                                    </a:cubicBezTo>
                                    <a:cubicBezTo>
                                      <a:pt x="11814" y="7712"/>
                                      <a:pt x="14104" y="10627"/>
                                      <a:pt x="14861" y="12501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26AC14" id="Freeform 322" o:spid="_x0000_s1026" style="position:absolute;margin-left:37.95pt;margin-top:176.4pt;width:9.75pt;height:101.9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861,125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" path="m1685,c2003,306,-1086,1850,413,2859,1912,3868,6998,4498,9406,6105v2408,1607,4698,4522,5455,6396e" filled="f" strokecolor="navy" strokeweight="2.25pt">
                      <v:path arrowok="t" o:connecttype="custom" o:connectlocs="14017,0;3436,296102;78244,632286;123621,1294710" o:connectangles="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>
                      <wp:simplePos x="0" y="0"/>
                      <wp:positionH relativeFrom="column">
                        <wp:posOffset>3870119</wp:posOffset>
                      </wp:positionH>
                      <wp:positionV relativeFrom="paragraph">
                        <wp:posOffset>2414270</wp:posOffset>
                      </wp:positionV>
                      <wp:extent cx="653594" cy="1760088"/>
                      <wp:effectExtent l="19050" t="19050" r="13335" b="12065"/>
                      <wp:wrapNone/>
                      <wp:docPr id="214" name="Freeform 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3594" cy="1760088"/>
                              </a:xfrm>
                              <a:custGeom>
                                <a:avLst/>
                                <a:gdLst>
                                  <a:gd name="connsiteX0" fmla="*/ 653594 w 653594"/>
                                  <a:gd name="connsiteY0" fmla="*/ 0 h 1760088"/>
                                  <a:gd name="connsiteX1" fmla="*/ 606024 w 653594"/>
                                  <a:gd name="connsiteY1" fmla="*/ 110996 h 1760088"/>
                                  <a:gd name="connsiteX2" fmla="*/ 510884 w 653594"/>
                                  <a:gd name="connsiteY2" fmla="*/ 211422 h 1760088"/>
                                  <a:gd name="connsiteX3" fmla="*/ 421030 w 653594"/>
                                  <a:gd name="connsiteY3" fmla="*/ 406987 h 1760088"/>
                                  <a:gd name="connsiteX4" fmla="*/ 357603 w 653594"/>
                                  <a:gd name="connsiteY4" fmla="*/ 671265 h 1760088"/>
                                  <a:gd name="connsiteX5" fmla="*/ 294177 w 653594"/>
                                  <a:gd name="connsiteY5" fmla="*/ 935542 h 1760088"/>
                                  <a:gd name="connsiteX6" fmla="*/ 214894 w 653594"/>
                                  <a:gd name="connsiteY6" fmla="*/ 1141678 h 1760088"/>
                                  <a:gd name="connsiteX7" fmla="*/ 66898 w 653594"/>
                                  <a:gd name="connsiteY7" fmla="*/ 1495810 h 1760088"/>
                                  <a:gd name="connsiteX8" fmla="*/ 8757 w 653594"/>
                                  <a:gd name="connsiteY8" fmla="*/ 1633235 h 1760088"/>
                                  <a:gd name="connsiteX9" fmla="*/ 3472 w 653594"/>
                                  <a:gd name="connsiteY9" fmla="*/ 1696661 h 1760088"/>
                                  <a:gd name="connsiteX10" fmla="*/ 40470 w 653594"/>
                                  <a:gd name="connsiteY10" fmla="*/ 1760088 h 17600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</a:cxnLst>
                                <a:rect l="l" t="t" r="r" b="b"/>
                                <a:pathLst>
                                  <a:path w="653594" h="1760088">
                                    <a:moveTo>
                                      <a:pt x="653594" y="0"/>
                                    </a:moveTo>
                                    <a:cubicBezTo>
                                      <a:pt x="641701" y="37879"/>
                                      <a:pt x="629809" y="75759"/>
                                      <a:pt x="606024" y="110996"/>
                                    </a:cubicBezTo>
                                    <a:cubicBezTo>
                                      <a:pt x="582239" y="146233"/>
                                      <a:pt x="541716" y="162090"/>
                                      <a:pt x="510884" y="211422"/>
                                    </a:cubicBezTo>
                                    <a:cubicBezTo>
                                      <a:pt x="480052" y="260754"/>
                                      <a:pt x="446577" y="330347"/>
                                      <a:pt x="421030" y="406987"/>
                                    </a:cubicBezTo>
                                    <a:cubicBezTo>
                                      <a:pt x="395483" y="483627"/>
                                      <a:pt x="357603" y="671265"/>
                                      <a:pt x="357603" y="671265"/>
                                    </a:cubicBezTo>
                                    <a:cubicBezTo>
                                      <a:pt x="336461" y="759358"/>
                                      <a:pt x="317962" y="857140"/>
                                      <a:pt x="294177" y="935542"/>
                                    </a:cubicBezTo>
                                    <a:cubicBezTo>
                                      <a:pt x="270392" y="1013944"/>
                                      <a:pt x="252774" y="1048300"/>
                                      <a:pt x="214894" y="1141678"/>
                                    </a:cubicBezTo>
                                    <a:cubicBezTo>
                                      <a:pt x="177014" y="1235056"/>
                                      <a:pt x="101254" y="1413884"/>
                                      <a:pt x="66898" y="1495810"/>
                                    </a:cubicBezTo>
                                    <a:cubicBezTo>
                                      <a:pt x="32542" y="1577736"/>
                                      <a:pt x="19328" y="1599760"/>
                                      <a:pt x="8757" y="1633235"/>
                                    </a:cubicBezTo>
                                    <a:cubicBezTo>
                                      <a:pt x="-1814" y="1666710"/>
                                      <a:pt x="-1814" y="1675519"/>
                                      <a:pt x="3472" y="1696661"/>
                                    </a:cubicBezTo>
                                    <a:cubicBezTo>
                                      <a:pt x="8757" y="1717803"/>
                                      <a:pt x="24613" y="1738945"/>
                                      <a:pt x="40470" y="1760088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7BFF29" id="Freeform 214" o:spid="_x0000_s1026" style="position:absolute;margin-left:304.75pt;margin-top:190.1pt;width:51.45pt;height:138.6pt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53594,1760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" path="m653594,c641701,37879,629809,75759,606024,110996v-23785,35237,-64308,51094,-95140,100426c480052,260754,446577,330347,421030,406987v-25547,76640,-63427,264278,-63427,264278c336461,759358,317962,857140,294177,935542v-23785,78402,-41403,112758,-79283,206136c177014,1235056,101254,1413884,66898,1495810,32542,1577736,19328,1599760,8757,1633235v-10571,33475,-10571,42284,-5285,63426c8757,1717803,24613,1738945,40470,1760088e" filled="f" strokecolor="red" strokeweight="3pt">
                      <v:stroke joinstyle="miter"/>
                      <v:path arrowok="t" o:connecttype="custom" o:connectlocs="653594,0;606024,110996;510884,211422;421030,406987;357603,671265;294177,935542;214894,1141678;66898,1495810;8757,1633235;3472,1696661;40470,1760088" o:connectangles="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>
                      <wp:simplePos x="0" y="0"/>
                      <wp:positionH relativeFrom="column">
                        <wp:posOffset>4502836</wp:posOffset>
                      </wp:positionH>
                      <wp:positionV relativeFrom="paragraph">
                        <wp:posOffset>1706509</wp:posOffset>
                      </wp:positionV>
                      <wp:extent cx="79324" cy="713549"/>
                      <wp:effectExtent l="38100" t="19050" r="35560" b="10795"/>
                      <wp:wrapNone/>
                      <wp:docPr id="213" name="Freeform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324" cy="713549"/>
                              </a:xfrm>
                              <a:custGeom>
                                <a:avLst/>
                                <a:gdLst>
                                  <a:gd name="connsiteX0" fmla="*/ 0 w 79324"/>
                                  <a:gd name="connsiteY0" fmla="*/ 0 h 713549"/>
                                  <a:gd name="connsiteX1" fmla="*/ 47570 w 79324"/>
                                  <a:gd name="connsiteY1" fmla="*/ 206137 h 713549"/>
                                  <a:gd name="connsiteX2" fmla="*/ 79284 w 79324"/>
                                  <a:gd name="connsiteY2" fmla="*/ 470414 h 713549"/>
                                  <a:gd name="connsiteX3" fmla="*/ 52856 w 79324"/>
                                  <a:gd name="connsiteY3" fmla="*/ 713549 h 7135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79324" h="713549">
                                    <a:moveTo>
                                      <a:pt x="0" y="0"/>
                                    </a:moveTo>
                                    <a:cubicBezTo>
                                      <a:pt x="17178" y="63867"/>
                                      <a:pt x="34356" y="127735"/>
                                      <a:pt x="47570" y="206137"/>
                                    </a:cubicBezTo>
                                    <a:cubicBezTo>
                                      <a:pt x="60784" y="284539"/>
                                      <a:pt x="78403" y="385845"/>
                                      <a:pt x="79284" y="470414"/>
                                    </a:cubicBezTo>
                                    <a:cubicBezTo>
                                      <a:pt x="80165" y="554983"/>
                                      <a:pt x="66510" y="634266"/>
                                      <a:pt x="52856" y="713549"/>
                                    </a:cubicBezTo>
                                  </a:path>
                                </a:pathLst>
                              </a:custGeom>
                              <a:noFill/>
                              <a:ln w="762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B603AE" id="Freeform 213" o:spid="_x0000_s1026" style="position:absolute;margin-left:354.55pt;margin-top:134.35pt;width:6.25pt;height:56.2pt;z-index:25169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9324,713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" path="m,c17178,63867,34356,127735,47570,206137v13214,78402,30833,179708,31714,264277c80165,554983,66510,634266,52856,713549e" filled="f" strokecolor="red" strokeweight="6pt">
                      <v:stroke joinstyle="miter"/>
                      <v:path arrowok="t" o:connecttype="custom" o:connectlocs="0,0;47570,206137;79284,470414;52856,713549" o:connectangles="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5616" behindDoc="0" locked="0" layoutInCell="1" allowOverlap="1">
                      <wp:simplePos x="0" y="0"/>
                      <wp:positionH relativeFrom="column">
                        <wp:posOffset>5622496</wp:posOffset>
                      </wp:positionH>
                      <wp:positionV relativeFrom="paragraph">
                        <wp:posOffset>2509520</wp:posOffset>
                      </wp:positionV>
                      <wp:extent cx="121568" cy="496842"/>
                      <wp:effectExtent l="19050" t="19050" r="12065" b="17780"/>
                      <wp:wrapNone/>
                      <wp:docPr id="211" name="Freeform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1568" cy="496842"/>
                              </a:xfrm>
                              <a:custGeom>
                                <a:avLst/>
                                <a:gdLst>
                                  <a:gd name="connsiteX0" fmla="*/ 0 w 121568"/>
                                  <a:gd name="connsiteY0" fmla="*/ 0 h 496842"/>
                                  <a:gd name="connsiteX1" fmla="*/ 89855 w 121568"/>
                                  <a:gd name="connsiteY1" fmla="*/ 232564 h 496842"/>
                                  <a:gd name="connsiteX2" fmla="*/ 121568 w 121568"/>
                                  <a:gd name="connsiteY2" fmla="*/ 496842 h 49684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21568" h="496842">
                                    <a:moveTo>
                                      <a:pt x="0" y="0"/>
                                    </a:moveTo>
                                    <a:cubicBezTo>
                                      <a:pt x="34797" y="74878"/>
                                      <a:pt x="69594" y="149757"/>
                                      <a:pt x="89855" y="232564"/>
                                    </a:cubicBezTo>
                                    <a:cubicBezTo>
                                      <a:pt x="110116" y="315371"/>
                                      <a:pt x="115842" y="406106"/>
                                      <a:pt x="121568" y="496842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4D4C65" id="Freeform 211" o:spid="_x0000_s1026" style="position:absolute;margin-left:442.7pt;margin-top:197.6pt;width:9.55pt;height:39.1pt;z-index:251695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1568,496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" path="m,c34797,74878,69594,149757,89855,232564v20261,82807,25987,173542,31713,264278e" filled="f" strokecolor="red" strokeweight="3pt">
                      <v:stroke joinstyle="miter"/>
                      <v:path arrowok="t" o:connecttype="custom" o:connectlocs="0,0;89855,232564;121568,496842" o:connectangles="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column">
                        <wp:posOffset>5700174</wp:posOffset>
                      </wp:positionH>
                      <wp:positionV relativeFrom="paragraph">
                        <wp:posOffset>3843158</wp:posOffset>
                      </wp:positionV>
                      <wp:extent cx="71968" cy="365760"/>
                      <wp:effectExtent l="0" t="0" r="23495" b="15240"/>
                      <wp:wrapNone/>
                      <wp:docPr id="210" name="Freeform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1968" cy="365760"/>
                              </a:xfrm>
                              <a:custGeom>
                                <a:avLst/>
                                <a:gdLst>
                                  <a:gd name="connsiteX0" fmla="*/ 23854 w 71968"/>
                                  <a:gd name="connsiteY0" fmla="*/ 0 h 365760"/>
                                  <a:gd name="connsiteX1" fmla="*/ 71562 w 71968"/>
                                  <a:gd name="connsiteY1" fmla="*/ 127221 h 365760"/>
                                  <a:gd name="connsiteX2" fmla="*/ 0 w 71968"/>
                                  <a:gd name="connsiteY2" fmla="*/ 174929 h 365760"/>
                                  <a:gd name="connsiteX3" fmla="*/ 71562 w 71968"/>
                                  <a:gd name="connsiteY3" fmla="*/ 254442 h 365760"/>
                                  <a:gd name="connsiteX4" fmla="*/ 15903 w 71968"/>
                                  <a:gd name="connsiteY4" fmla="*/ 365760 h 36576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71968" h="365760">
                                    <a:moveTo>
                                      <a:pt x="23854" y="0"/>
                                    </a:moveTo>
                                    <a:cubicBezTo>
                                      <a:pt x="49696" y="49033"/>
                                      <a:pt x="75538" y="98066"/>
                                      <a:pt x="71562" y="127221"/>
                                    </a:cubicBezTo>
                                    <a:cubicBezTo>
                                      <a:pt x="67586" y="156376"/>
                                      <a:pt x="0" y="153726"/>
                                      <a:pt x="0" y="174929"/>
                                    </a:cubicBezTo>
                                    <a:cubicBezTo>
                                      <a:pt x="0" y="196132"/>
                                      <a:pt x="68912" y="222637"/>
                                      <a:pt x="71562" y="254442"/>
                                    </a:cubicBezTo>
                                    <a:cubicBezTo>
                                      <a:pt x="74213" y="286247"/>
                                      <a:pt x="45058" y="326003"/>
                                      <a:pt x="15903" y="365760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0170E5" id="Freeform 210" o:spid="_x0000_s1026" style="position:absolute;margin-left:448.85pt;margin-top:302.6pt;width:5.65pt;height:28.8pt;z-index:251694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1968,3657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" path="m23854,c49696,49033,75538,98066,71562,127221,67586,156376,,153726,,174929v,21203,68912,47708,71562,79513c74213,286247,45058,326003,15903,365760e" filled="f" strokecolor="red" strokeweight="1pt">
                      <v:stroke joinstyle="miter"/>
                      <v:path arrowok="t" o:connecttype="custom" o:connectlocs="23854,0;71562,127221;0,174929;71562,254442;15903,365760" o:connectangles="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374C0CB5" wp14:editId="7B90591C">
                      <wp:simplePos x="0" y="0"/>
                      <wp:positionH relativeFrom="column">
                        <wp:posOffset>5724939</wp:posOffset>
                      </wp:positionH>
                      <wp:positionV relativeFrom="paragraph">
                        <wp:posOffset>3994095</wp:posOffset>
                      </wp:positionV>
                      <wp:extent cx="305435" cy="152400"/>
                      <wp:effectExtent l="0" t="0" r="0" b="0"/>
                      <wp:wrapNone/>
                      <wp:docPr id="209" name="Text Box 3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543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E32AA" w:rsidRPr="00B16047" w:rsidRDefault="00FE32AA" w:rsidP="00FE32A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4C0CB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54" o:spid="_x0000_s1026" type="#_x0000_t202" style="position:absolute;left:0;text-align:left;margin-left:450.8pt;margin-top:314.5pt;width:24.05pt;height:12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FE32AA" w:rsidRPr="00B16047" w:rsidRDefault="00FE32AA" w:rsidP="00FE32A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5710002</wp:posOffset>
                      </wp:positionH>
                      <wp:positionV relativeFrom="paragraph">
                        <wp:posOffset>2715077</wp:posOffset>
                      </wp:positionV>
                      <wp:extent cx="306070" cy="152400"/>
                      <wp:effectExtent l="0" t="0" r="0" b="0"/>
                      <wp:wrapNone/>
                      <wp:docPr id="201" name="Text Box 3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099" w:rsidRPr="00B16047" w:rsidRDefault="00FE32AA" w:rsidP="0095109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IV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left:0;text-align:left;margin-left:449.6pt;margin-top:213.8pt;width:24.1pt;height:12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51099" w:rsidRPr="00B16047" w:rsidRDefault="00FE32AA" w:rsidP="0095109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>
                      <wp:simplePos x="0" y="0"/>
                      <wp:positionH relativeFrom="column">
                        <wp:posOffset>5617355</wp:posOffset>
                      </wp:positionH>
                      <wp:positionV relativeFrom="paragraph">
                        <wp:posOffset>3314568</wp:posOffset>
                      </wp:positionV>
                      <wp:extent cx="154450" cy="567677"/>
                      <wp:effectExtent l="19050" t="19050" r="17145" b="23495"/>
                      <wp:wrapNone/>
                      <wp:docPr id="208" name="Freeform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450" cy="567677"/>
                              </a:xfrm>
                              <a:custGeom>
                                <a:avLst/>
                                <a:gdLst>
                                  <a:gd name="connsiteX0" fmla="*/ 0 w 154450"/>
                                  <a:gd name="connsiteY0" fmla="*/ 10889 h 567677"/>
                                  <a:gd name="connsiteX1" fmla="*/ 140328 w 154450"/>
                                  <a:gd name="connsiteY1" fmla="*/ 10889 h 567677"/>
                                  <a:gd name="connsiteX2" fmla="*/ 54320 w 154450"/>
                                  <a:gd name="connsiteY2" fmla="*/ 124058 h 567677"/>
                                  <a:gd name="connsiteX3" fmla="*/ 153909 w 154450"/>
                                  <a:gd name="connsiteY3" fmla="*/ 182905 h 567677"/>
                                  <a:gd name="connsiteX4" fmla="*/ 72427 w 154450"/>
                                  <a:gd name="connsiteY4" fmla="*/ 264386 h 567677"/>
                                  <a:gd name="connsiteX5" fmla="*/ 153909 w 154450"/>
                                  <a:gd name="connsiteY5" fmla="*/ 350394 h 567677"/>
                                  <a:gd name="connsiteX6" fmla="*/ 22633 w 154450"/>
                                  <a:gd name="connsiteY6" fmla="*/ 445456 h 567677"/>
                                  <a:gd name="connsiteX7" fmla="*/ 135802 w 154450"/>
                                  <a:gd name="connsiteY7" fmla="*/ 526937 h 567677"/>
                                  <a:gd name="connsiteX8" fmla="*/ 9053 w 154450"/>
                                  <a:gd name="connsiteY8" fmla="*/ 567677 h 56767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54450" h="567677">
                                    <a:moveTo>
                                      <a:pt x="0" y="10889"/>
                                    </a:moveTo>
                                    <a:cubicBezTo>
                                      <a:pt x="65637" y="1458"/>
                                      <a:pt x="131275" y="-7973"/>
                                      <a:pt x="140328" y="10889"/>
                                    </a:cubicBezTo>
                                    <a:cubicBezTo>
                                      <a:pt x="149381" y="29751"/>
                                      <a:pt x="52057" y="95389"/>
                                      <a:pt x="54320" y="124058"/>
                                    </a:cubicBezTo>
                                    <a:cubicBezTo>
                                      <a:pt x="56584" y="152727"/>
                                      <a:pt x="150891" y="159517"/>
                                      <a:pt x="153909" y="182905"/>
                                    </a:cubicBezTo>
                                    <a:cubicBezTo>
                                      <a:pt x="156927" y="206293"/>
                                      <a:pt x="72427" y="236471"/>
                                      <a:pt x="72427" y="264386"/>
                                    </a:cubicBezTo>
                                    <a:cubicBezTo>
                                      <a:pt x="72427" y="292301"/>
                                      <a:pt x="162208" y="320216"/>
                                      <a:pt x="153909" y="350394"/>
                                    </a:cubicBezTo>
                                    <a:cubicBezTo>
                                      <a:pt x="145610" y="380572"/>
                                      <a:pt x="25651" y="416032"/>
                                      <a:pt x="22633" y="445456"/>
                                    </a:cubicBezTo>
                                    <a:cubicBezTo>
                                      <a:pt x="19615" y="474880"/>
                                      <a:pt x="138065" y="506567"/>
                                      <a:pt x="135802" y="526937"/>
                                    </a:cubicBezTo>
                                    <a:cubicBezTo>
                                      <a:pt x="133539" y="547307"/>
                                      <a:pt x="71296" y="557492"/>
                                      <a:pt x="9053" y="567677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6B5E24" id="Freeform 208" o:spid="_x0000_s1026" style="position:absolute;margin-left:442.3pt;margin-top:261pt;width:12.15pt;height:44.7pt;z-index: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4450,567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" path="m,10889v65637,-9431,131275,-18862,140328,c149381,29751,52057,95389,54320,124058v2264,28669,96571,35459,99589,58847c156927,206293,72427,236471,72427,264386v,27915,89781,55830,81482,86008c145610,380572,25651,416032,22633,445456v-3018,29424,115432,61111,113169,81481c133539,547307,71296,557492,9053,567677e" filled="f" strokecolor="red" strokeweight="3pt">
                      <v:stroke joinstyle="miter"/>
                      <v:path arrowok="t" o:connecttype="custom" o:connectlocs="0,10889;140328,10889;54320,124058;153909,182905;72427,264386;153909,350394;22633,445456;135802,526937;9053,567677" o:connectangles="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5611086</wp:posOffset>
                      </wp:positionH>
                      <wp:positionV relativeFrom="paragraph">
                        <wp:posOffset>3329984</wp:posOffset>
                      </wp:positionV>
                      <wp:extent cx="19849" cy="529628"/>
                      <wp:effectExtent l="19050" t="19050" r="18415" b="22860"/>
                      <wp:wrapNone/>
                      <wp:docPr id="207" name="Freeform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49" cy="529628"/>
                              </a:xfrm>
                              <a:custGeom>
                                <a:avLst/>
                                <a:gdLst>
                                  <a:gd name="connsiteX0" fmla="*/ 19849 w 19849"/>
                                  <a:gd name="connsiteY0" fmla="*/ 0 h 529628"/>
                                  <a:gd name="connsiteX1" fmla="*/ 1742 w 19849"/>
                                  <a:gd name="connsiteY1" fmla="*/ 230863 h 529628"/>
                                  <a:gd name="connsiteX2" fmla="*/ 1742 w 19849"/>
                                  <a:gd name="connsiteY2" fmla="*/ 529628 h 52962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9849" h="529628">
                                    <a:moveTo>
                                      <a:pt x="19849" y="0"/>
                                    </a:moveTo>
                                    <a:cubicBezTo>
                                      <a:pt x="12304" y="71296"/>
                                      <a:pt x="4760" y="142592"/>
                                      <a:pt x="1742" y="230863"/>
                                    </a:cubicBezTo>
                                    <a:cubicBezTo>
                                      <a:pt x="-1276" y="319134"/>
                                      <a:pt x="233" y="424381"/>
                                      <a:pt x="1742" y="529628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F23DDA" id="Freeform 207" o:spid="_x0000_s1026" style="position:absolute;margin-left:441.8pt;margin-top:262.2pt;width:1.55pt;height:41.7pt;z-index:25169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9849,529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" path="m19849,c12304,71296,4760,142592,1742,230863v-3018,88271,-1509,193518,,298765e" filled="f" strokecolor="black [3213]" strokeweight="3pt">
                      <v:stroke joinstyle="miter"/>
                      <v:path arrowok="t" o:connecttype="custom" o:connectlocs="19849,0;1742,230863;1742,529628" o:connectangles="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5599512</wp:posOffset>
                      </wp:positionH>
                      <wp:positionV relativeFrom="paragraph">
                        <wp:posOffset>2988310</wp:posOffset>
                      </wp:positionV>
                      <wp:extent cx="42281" cy="1071349"/>
                      <wp:effectExtent l="0" t="0" r="15240" b="14605"/>
                      <wp:wrapNone/>
                      <wp:docPr id="206" name="Freeform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281" cy="1071349"/>
                              </a:xfrm>
                              <a:custGeom>
                                <a:avLst/>
                                <a:gdLst>
                                  <a:gd name="connsiteX0" fmla="*/ 42281 w 42281"/>
                                  <a:gd name="connsiteY0" fmla="*/ 0 h 1071349"/>
                                  <a:gd name="connsiteX1" fmla="*/ 8162 w 42281"/>
                                  <a:gd name="connsiteY1" fmla="*/ 327546 h 1071349"/>
                                  <a:gd name="connsiteX2" fmla="*/ 1338 w 42281"/>
                                  <a:gd name="connsiteY2" fmla="*/ 736979 h 1071349"/>
                                  <a:gd name="connsiteX3" fmla="*/ 28633 w 42281"/>
                                  <a:gd name="connsiteY3" fmla="*/ 1071349 h 107134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42281" h="1071349">
                                    <a:moveTo>
                                      <a:pt x="42281" y="0"/>
                                    </a:moveTo>
                                    <a:cubicBezTo>
                                      <a:pt x="28633" y="102358"/>
                                      <a:pt x="14986" y="204716"/>
                                      <a:pt x="8162" y="327546"/>
                                    </a:cubicBezTo>
                                    <a:cubicBezTo>
                                      <a:pt x="1338" y="450376"/>
                                      <a:pt x="-2074" y="613012"/>
                                      <a:pt x="1338" y="736979"/>
                                    </a:cubicBezTo>
                                    <a:cubicBezTo>
                                      <a:pt x="4750" y="860946"/>
                                      <a:pt x="16691" y="966147"/>
                                      <a:pt x="28633" y="1071349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DC815F" id="Freeform 206" o:spid="_x0000_s1026" style="position:absolute;margin-left:440.9pt;margin-top:235.3pt;width:3.35pt;height:84.35pt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2281,1071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" path="m42281,c28633,102358,14986,204716,8162,327546,1338,450376,-2074,613012,1338,736979v3412,123967,15353,229168,27295,334370e" filled="f" strokecolor="black [3213]" strokeweight="1.5pt">
                      <v:stroke joinstyle="miter"/>
                      <v:path arrowok="t" o:connecttype="custom" o:connectlocs="42281,0;8162,327546;1338,736979;28633,1071349" o:connectangles="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839" behindDoc="0" locked="0" layoutInCell="1" allowOverlap="1">
                      <wp:simplePos x="0" y="0"/>
                      <wp:positionH relativeFrom="column">
                        <wp:posOffset>1686664</wp:posOffset>
                      </wp:positionH>
                      <wp:positionV relativeFrom="paragraph">
                        <wp:posOffset>2899742</wp:posOffset>
                      </wp:positionV>
                      <wp:extent cx="498144" cy="1353185"/>
                      <wp:effectExtent l="19050" t="19050" r="16510" b="18415"/>
                      <wp:wrapNone/>
                      <wp:docPr id="162" name="Freeform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8144" cy="1353185"/>
                              </a:xfrm>
                              <a:custGeom>
                                <a:avLst/>
                                <a:gdLst>
                                  <a:gd name="connsiteX0" fmla="*/ 0 w 505321"/>
                                  <a:gd name="connsiteY0" fmla="*/ 57268 h 1353805"/>
                                  <a:gd name="connsiteX1" fmla="*/ 116006 w 505321"/>
                                  <a:gd name="connsiteY1" fmla="*/ 2677 h 1353805"/>
                                  <a:gd name="connsiteX2" fmla="*/ 156950 w 505321"/>
                                  <a:gd name="connsiteY2" fmla="*/ 132330 h 1353805"/>
                                  <a:gd name="connsiteX3" fmla="*/ 245660 w 505321"/>
                                  <a:gd name="connsiteY3" fmla="*/ 125507 h 1353805"/>
                                  <a:gd name="connsiteX4" fmla="*/ 238836 w 505321"/>
                                  <a:gd name="connsiteY4" fmla="*/ 234689 h 1353805"/>
                                  <a:gd name="connsiteX5" fmla="*/ 252484 w 505321"/>
                                  <a:gd name="connsiteY5" fmla="*/ 330223 h 1353805"/>
                                  <a:gd name="connsiteX6" fmla="*/ 320723 w 505321"/>
                                  <a:gd name="connsiteY6" fmla="*/ 398462 h 1353805"/>
                                  <a:gd name="connsiteX7" fmla="*/ 259308 w 505321"/>
                                  <a:gd name="connsiteY7" fmla="*/ 534939 h 1353805"/>
                                  <a:gd name="connsiteX8" fmla="*/ 382138 w 505321"/>
                                  <a:gd name="connsiteY8" fmla="*/ 657769 h 1353805"/>
                                  <a:gd name="connsiteX9" fmla="*/ 354842 w 505321"/>
                                  <a:gd name="connsiteY9" fmla="*/ 746480 h 1353805"/>
                                  <a:gd name="connsiteX10" fmla="*/ 464024 w 505321"/>
                                  <a:gd name="connsiteY10" fmla="*/ 848838 h 1353805"/>
                                  <a:gd name="connsiteX11" fmla="*/ 388962 w 505321"/>
                                  <a:gd name="connsiteY11" fmla="*/ 951196 h 1353805"/>
                                  <a:gd name="connsiteX12" fmla="*/ 491320 w 505321"/>
                                  <a:gd name="connsiteY12" fmla="*/ 1046730 h 1353805"/>
                                  <a:gd name="connsiteX13" fmla="*/ 443553 w 505321"/>
                                  <a:gd name="connsiteY13" fmla="*/ 1169560 h 1353805"/>
                                  <a:gd name="connsiteX14" fmla="*/ 504968 w 505321"/>
                                  <a:gd name="connsiteY14" fmla="*/ 1237799 h 1353805"/>
                                  <a:gd name="connsiteX15" fmla="*/ 409433 w 505321"/>
                                  <a:gd name="connsiteY15" fmla="*/ 1353805 h 135380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</a:cxnLst>
                                <a:rect l="l" t="t" r="r" b="b"/>
                                <a:pathLst>
                                  <a:path w="505321" h="1353805">
                                    <a:moveTo>
                                      <a:pt x="0" y="57268"/>
                                    </a:moveTo>
                                    <a:cubicBezTo>
                                      <a:pt x="44924" y="23717"/>
                                      <a:pt x="89848" y="-9833"/>
                                      <a:pt x="116006" y="2677"/>
                                    </a:cubicBezTo>
                                    <a:cubicBezTo>
                                      <a:pt x="142164" y="15187"/>
                                      <a:pt x="135341" y="111858"/>
                                      <a:pt x="156950" y="132330"/>
                                    </a:cubicBezTo>
                                    <a:cubicBezTo>
                                      <a:pt x="178559" y="152802"/>
                                      <a:pt x="232012" y="108447"/>
                                      <a:pt x="245660" y="125507"/>
                                    </a:cubicBezTo>
                                    <a:cubicBezTo>
                                      <a:pt x="259308" y="142567"/>
                                      <a:pt x="237699" y="200570"/>
                                      <a:pt x="238836" y="234689"/>
                                    </a:cubicBezTo>
                                    <a:cubicBezTo>
                                      <a:pt x="239973" y="268808"/>
                                      <a:pt x="238836" y="302928"/>
                                      <a:pt x="252484" y="330223"/>
                                    </a:cubicBezTo>
                                    <a:cubicBezTo>
                                      <a:pt x="266132" y="357519"/>
                                      <a:pt x="319586" y="364343"/>
                                      <a:pt x="320723" y="398462"/>
                                    </a:cubicBezTo>
                                    <a:cubicBezTo>
                                      <a:pt x="321860" y="432581"/>
                                      <a:pt x="249072" y="491721"/>
                                      <a:pt x="259308" y="534939"/>
                                    </a:cubicBezTo>
                                    <a:cubicBezTo>
                                      <a:pt x="269544" y="578157"/>
                                      <a:pt x="366216" y="622512"/>
                                      <a:pt x="382138" y="657769"/>
                                    </a:cubicBezTo>
                                    <a:cubicBezTo>
                                      <a:pt x="398060" y="693026"/>
                                      <a:pt x="341194" y="714635"/>
                                      <a:pt x="354842" y="746480"/>
                                    </a:cubicBezTo>
                                    <a:cubicBezTo>
                                      <a:pt x="368490" y="778325"/>
                                      <a:pt x="458337" y="814719"/>
                                      <a:pt x="464024" y="848838"/>
                                    </a:cubicBezTo>
                                    <a:cubicBezTo>
                                      <a:pt x="469711" y="882957"/>
                                      <a:pt x="384413" y="918214"/>
                                      <a:pt x="388962" y="951196"/>
                                    </a:cubicBezTo>
                                    <a:cubicBezTo>
                                      <a:pt x="393511" y="984178"/>
                                      <a:pt x="482222" y="1010336"/>
                                      <a:pt x="491320" y="1046730"/>
                                    </a:cubicBezTo>
                                    <a:cubicBezTo>
                                      <a:pt x="500418" y="1083124"/>
                                      <a:pt x="441278" y="1137715"/>
                                      <a:pt x="443553" y="1169560"/>
                                    </a:cubicBezTo>
                                    <a:cubicBezTo>
                                      <a:pt x="445828" y="1201405"/>
                                      <a:pt x="510655" y="1207092"/>
                                      <a:pt x="504968" y="1237799"/>
                                    </a:cubicBezTo>
                                    <a:cubicBezTo>
                                      <a:pt x="499281" y="1268506"/>
                                      <a:pt x="454357" y="1311155"/>
                                      <a:pt x="409433" y="1353805"/>
                                    </a:cubicBez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3D0940A0" id="Freeform 162" o:spid="_x0000_s1026" style="position:absolute;margin-left:132.8pt;margin-top:228.35pt;width:39.2pt;height:106.55pt;z-index:25168383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05321,13538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" path="m,57268c44924,23717,89848,-9833,116006,2677v26158,12510,19335,109181,40944,129653c178559,152802,232012,108447,245660,125507v13648,17060,-7961,75063,-6824,109182c239973,268808,238836,302928,252484,330223v13648,27296,67102,34120,68239,68239c321860,432581,249072,491721,259308,534939v10236,43218,106908,87573,122830,122830c398060,693026,341194,714635,354842,746480v13648,31845,103495,68239,109182,102358c469711,882957,384413,918214,388962,951196v4549,32982,93260,59140,102358,95534c500418,1083124,441278,1137715,443553,1169560v2275,31845,67102,37532,61415,68239c499281,1268506,454357,1311155,409433,1353805e" filled="f" strokecolor="red" strokeweight="3pt">
                      <v:stroke joinstyle="miter"/>
                      <v:path arrowok="t" o:connecttype="custom" o:connectlocs="0,57242;114358,2676;154721,132269;242171,125450;235444,234582;248898,330072;316168,398280;255625,534694;376711,657468;349802,746138;457434,848449;383438,950760;484342,1046251;437253,1169024;497796,1237232;403618,1353185" o:connectangles="0,0,0,0,0,0,0,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2069247</wp:posOffset>
                      </wp:positionH>
                      <wp:positionV relativeFrom="paragraph">
                        <wp:posOffset>3621869</wp:posOffset>
                      </wp:positionV>
                      <wp:extent cx="90805" cy="90805"/>
                      <wp:effectExtent l="11430" t="11430" r="12065" b="12065"/>
                      <wp:wrapNone/>
                      <wp:docPr id="5" name="Flowchart: Summing Junction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98993B" id="_x0000_t123" coordsize="21600,21600" o:spt="123" path="m10800,qx,10800,10800,21600,21600,10800,10800,xem3163,3163nfl18437,18437em3163,18437nfl18437,3163e">
                      <v:path o:extrusionok="f" gradientshapeok="t" o:connecttype="custom" o:connectlocs="10800,0;3163,3163;0,10800;3163,18437;10800,21600;18437,18437;21600,10800;18437,3163" textboxrect="3163,3163,18437,18437"/>
                    </v:shapetype>
                    <v:shape id="Flowchart: Summing Junction 5" o:spid="_x0000_s1026" type="#_x0000_t123" style="position:absolute;margin-left:162.95pt;margin-top:285.2pt;width:7.15pt;height:7.1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1863232</wp:posOffset>
                      </wp:positionH>
                      <wp:positionV relativeFrom="paragraph">
                        <wp:posOffset>2510013</wp:posOffset>
                      </wp:positionV>
                      <wp:extent cx="341444" cy="1651379"/>
                      <wp:effectExtent l="0" t="0" r="20955" b="25400"/>
                      <wp:wrapNone/>
                      <wp:docPr id="153" name="Freeform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444" cy="1651379"/>
                              </a:xfrm>
                              <a:custGeom>
                                <a:avLst/>
                                <a:gdLst>
                                  <a:gd name="connsiteX0" fmla="*/ 0 w 390970"/>
                                  <a:gd name="connsiteY0" fmla="*/ 0 h 1651379"/>
                                  <a:gd name="connsiteX1" fmla="*/ 204717 w 390970"/>
                                  <a:gd name="connsiteY1" fmla="*/ 791570 h 1651379"/>
                                  <a:gd name="connsiteX2" fmla="*/ 382137 w 390970"/>
                                  <a:gd name="connsiteY2" fmla="*/ 1207827 h 1651379"/>
                                  <a:gd name="connsiteX3" fmla="*/ 348018 w 390970"/>
                                  <a:gd name="connsiteY3" fmla="*/ 1651379 h 1651379"/>
                                  <a:gd name="connsiteX0" fmla="*/ 0 w 362741"/>
                                  <a:gd name="connsiteY0" fmla="*/ 0 h 1651379"/>
                                  <a:gd name="connsiteX1" fmla="*/ 204717 w 362741"/>
                                  <a:gd name="connsiteY1" fmla="*/ 791570 h 1651379"/>
                                  <a:gd name="connsiteX2" fmla="*/ 334316 w 362741"/>
                                  <a:gd name="connsiteY2" fmla="*/ 1201002 h 1651379"/>
                                  <a:gd name="connsiteX3" fmla="*/ 348018 w 362741"/>
                                  <a:gd name="connsiteY3" fmla="*/ 1651379 h 1651379"/>
                                  <a:gd name="connsiteX0" fmla="*/ 0 w 341444"/>
                                  <a:gd name="connsiteY0" fmla="*/ 0 h 1651379"/>
                                  <a:gd name="connsiteX1" fmla="*/ 204717 w 341444"/>
                                  <a:gd name="connsiteY1" fmla="*/ 791570 h 1651379"/>
                                  <a:gd name="connsiteX2" fmla="*/ 334316 w 341444"/>
                                  <a:gd name="connsiteY2" fmla="*/ 1201002 h 1651379"/>
                                  <a:gd name="connsiteX3" fmla="*/ 307057 w 341444"/>
                                  <a:gd name="connsiteY3" fmla="*/ 1651379 h 16513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341444" h="1651379">
                                    <a:moveTo>
                                      <a:pt x="0" y="0"/>
                                    </a:moveTo>
                                    <a:cubicBezTo>
                                      <a:pt x="70514" y="295133"/>
                                      <a:pt x="148998" y="591403"/>
                                      <a:pt x="204717" y="791570"/>
                                    </a:cubicBezTo>
                                    <a:cubicBezTo>
                                      <a:pt x="260436" y="991737"/>
                                      <a:pt x="317259" y="1057700"/>
                                      <a:pt x="334316" y="1201002"/>
                                    </a:cubicBezTo>
                                    <a:cubicBezTo>
                                      <a:pt x="351373" y="1344304"/>
                                      <a:pt x="336058" y="1501253"/>
                                      <a:pt x="307057" y="1651379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3BBC110" id="Freeform 153" o:spid="_x0000_s1026" style="position:absolute;margin-left:146.7pt;margin-top:197.65pt;width:26.9pt;height:130.05pt;z-index:251679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341444,16513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" path="m,c70514,295133,148998,591403,204717,791570v55719,200167,112542,266130,129599,409432c351373,1344304,336058,1501253,307057,1651379e" filled="f" strokecolor="black [3213]" strokeweight="1.5pt">
                      <v:stroke joinstyle="miter"/>
                      <v:path arrowok="t" o:connecttype="custom" o:connectlocs="0,0;204717,791570;334316,1201002;307057,1651379" o:connectangles="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0D47D2BD" wp14:editId="176C4BCB">
                      <wp:simplePos x="0" y="0"/>
                      <wp:positionH relativeFrom="column">
                        <wp:posOffset>1931158</wp:posOffset>
                      </wp:positionH>
                      <wp:positionV relativeFrom="paragraph">
                        <wp:posOffset>3252299</wp:posOffset>
                      </wp:positionV>
                      <wp:extent cx="90805" cy="90805"/>
                      <wp:effectExtent l="11430" t="11430" r="12065" b="12065"/>
                      <wp:wrapNone/>
                      <wp:docPr id="202" name="Flowchart: Summing Junction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42E436" id="Flowchart: Summing Junction 202" o:spid="_x0000_s1026" type="#_x0000_t123" style="position:absolute;margin-left:152.05pt;margin-top:256.1pt;width:7.15pt;height:7.1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1965960</wp:posOffset>
                      </wp:positionH>
                      <wp:positionV relativeFrom="paragraph">
                        <wp:posOffset>1575435</wp:posOffset>
                      </wp:positionV>
                      <wp:extent cx="2011680" cy="608965"/>
                      <wp:effectExtent l="0" t="0" r="7620" b="635"/>
                      <wp:wrapNone/>
                      <wp:docPr id="195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11680" cy="608965"/>
                                <a:chOff x="-163773" y="0"/>
                                <a:chExt cx="2012262" cy="609589"/>
                              </a:xfrm>
                            </wpg:grpSpPr>
                            <wps:wsp>
                              <wps:cNvPr id="196" name="Text Box 35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163773" y="457229"/>
                                  <a:ext cx="305936" cy="152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51099" w:rsidRPr="00B16047" w:rsidRDefault="00FE32AA" w:rsidP="00951099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III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  <wps:wsp>
                              <wps:cNvPr id="197" name="Text Box 36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42553" y="0"/>
                                  <a:ext cx="305936" cy="1523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3366FF">
                                    <a:alpha val="20000"/>
                                  </a:srgbClr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3366FF"/>
                                      </a:solidFill>
                                      <a:prstDash val="sysDot"/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951099" w:rsidRPr="00B16047" w:rsidRDefault="00FE32AA" w:rsidP="00951099">
                                    <w:pPr>
                                      <w:jc w:val="center"/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rFonts w:ascii="Arial" w:hAnsi="Arial" w:cs="Arial"/>
                                        <w:sz w:val="16"/>
                                        <w:szCs w:val="16"/>
                                      </w:rPr>
                                      <w:t>III</w:t>
                                    </w:r>
                                  </w:p>
                                </w:txbxContent>
                              </wps:txbx>
                              <wps:bodyPr rot="0" vert="horz" wrap="square" lIns="18000" tIns="18000" rIns="18000" bIns="1800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8" style="position:absolute;left:0;text-align:left;margin-left:154.8pt;margin-top:124.05pt;width:158.4pt;height:47.95pt;z-index:251670016" coordorigin="-1637" coordsize="20122,6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">
                      <v:shape id="Text Box 352" o:spid="_x0000_s1029" type="#_x0000_t202" style="position:absolute;left:-1637;top:4572;width:3058;height:1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951099" w:rsidRPr="00B16047" w:rsidRDefault="00FE32AA" w:rsidP="00951099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III</w:t>
                              </w:r>
                            </w:p>
                          </w:txbxContent>
                        </v:textbox>
                      </v:shape>
                      <v:shape id="Text Box 360" o:spid="_x0000_s1030" type="#_x0000_t202" style="position:absolute;left:15425;width:3059;height:15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" fillcolor="#36f" stroked="f" strokecolor="#36f" strokeweight=".25pt">
                        <v:fill opacity="13107f"/>
                        <v:stroke dashstyle="1 1"/>
                        <v:textbox inset=".5mm,.5mm,.5mm,.5mm">
                          <w:txbxContent>
                            <w:p w:rsidR="00951099" w:rsidRPr="00B16047" w:rsidRDefault="00FE32AA" w:rsidP="00951099">
                              <w:pPr>
                                <w:jc w:val="center"/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6"/>
                                  <w:szCs w:val="16"/>
                                </w:rPr>
                                <w:t>III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588019</wp:posOffset>
                      </wp:positionH>
                      <wp:positionV relativeFrom="paragraph">
                        <wp:posOffset>1562261</wp:posOffset>
                      </wp:positionV>
                      <wp:extent cx="13648" cy="866633"/>
                      <wp:effectExtent l="38100" t="19050" r="43815" b="29210"/>
                      <wp:wrapNone/>
                      <wp:docPr id="161" name="Freeform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48" cy="866633"/>
                              </a:xfrm>
                              <a:custGeom>
                                <a:avLst/>
                                <a:gdLst>
                                  <a:gd name="connsiteX0" fmla="*/ 0 w 13648"/>
                                  <a:gd name="connsiteY0" fmla="*/ 0 h 866633"/>
                                  <a:gd name="connsiteX1" fmla="*/ 13648 w 13648"/>
                                  <a:gd name="connsiteY1" fmla="*/ 866633 h 86663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13648" h="866633">
                                    <a:moveTo>
                                      <a:pt x="0" y="0"/>
                                    </a:moveTo>
                                    <a:lnTo>
                                      <a:pt x="13648" y="866633"/>
                                    </a:lnTo>
                                  </a:path>
                                </a:pathLst>
                              </a:custGeom>
                              <a:noFill/>
                              <a:ln w="762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BE1A33" id="Freeform 161" o:spid="_x0000_s1026" style="position:absolute;margin-left:46.3pt;margin-top:123pt;width:1.05pt;height:68.25pt;z-index: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648,8666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" path="m,l13648,866633e" filled="f" strokecolor="red" strokeweight="6pt">
                      <v:stroke joinstyle="miter"/>
                      <v:path arrowok="t" o:connecttype="custom" o:connectlocs="0,0;13648,866633" o:connectangles="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567055</wp:posOffset>
                      </wp:positionH>
                      <wp:positionV relativeFrom="paragraph">
                        <wp:posOffset>3526951</wp:posOffset>
                      </wp:positionV>
                      <wp:extent cx="34119" cy="764274"/>
                      <wp:effectExtent l="19050" t="19050" r="23495" b="17145"/>
                      <wp:wrapNone/>
                      <wp:docPr id="160" name="Freeform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119" cy="764274"/>
                              </a:xfrm>
                              <a:custGeom>
                                <a:avLst/>
                                <a:gdLst>
                                  <a:gd name="connsiteX0" fmla="*/ 34119 w 34119"/>
                                  <a:gd name="connsiteY0" fmla="*/ 0 h 764274"/>
                                  <a:gd name="connsiteX1" fmla="*/ 27295 w 34119"/>
                                  <a:gd name="connsiteY1" fmla="*/ 272955 h 764274"/>
                                  <a:gd name="connsiteX2" fmla="*/ 0 w 34119"/>
                                  <a:gd name="connsiteY2" fmla="*/ 764274 h 76427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34119" h="764274">
                                    <a:moveTo>
                                      <a:pt x="34119" y="0"/>
                                    </a:moveTo>
                                    <a:cubicBezTo>
                                      <a:pt x="33550" y="72788"/>
                                      <a:pt x="32982" y="145576"/>
                                      <a:pt x="27295" y="272955"/>
                                    </a:cubicBezTo>
                                    <a:cubicBezTo>
                                      <a:pt x="21608" y="400334"/>
                                      <a:pt x="10804" y="582304"/>
                                      <a:pt x="0" y="764274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F22AFA8" id="Freeform 160" o:spid="_x0000_s1026" style="position:absolute;margin-left:44.65pt;margin-top:277.7pt;width:2.7pt;height:60.2pt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119,764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" path="m34119,v-569,72788,-1137,145576,-6824,272955c21608,400334,10804,582304,,764274e" filled="f" strokecolor="red" strokeweight="2.25pt">
                      <v:stroke joinstyle="miter"/>
                      <v:path arrowok="t" o:connecttype="custom" o:connectlocs="34119,0;27295,272955;0,764274" o:connectangles="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5617219</wp:posOffset>
                      </wp:positionH>
                      <wp:positionV relativeFrom="paragraph">
                        <wp:posOffset>1575909</wp:posOffset>
                      </wp:positionV>
                      <wp:extent cx="6824" cy="941695"/>
                      <wp:effectExtent l="38100" t="0" r="31750" b="0"/>
                      <wp:wrapNone/>
                      <wp:docPr id="159" name="Freeform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24" cy="941695"/>
                              </a:xfrm>
                              <a:custGeom>
                                <a:avLst/>
                                <a:gdLst>
                                  <a:gd name="connsiteX0" fmla="*/ 6824 w 6824"/>
                                  <a:gd name="connsiteY0" fmla="*/ 0 h 941695"/>
                                  <a:gd name="connsiteX1" fmla="*/ 0 w 6824"/>
                                  <a:gd name="connsiteY1" fmla="*/ 941695 h 94169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6824" h="941695">
                                    <a:moveTo>
                                      <a:pt x="6824" y="0"/>
                                    </a:moveTo>
                                    <a:cubicBezTo>
                                      <a:pt x="4549" y="313898"/>
                                      <a:pt x="2274" y="627796"/>
                                      <a:pt x="0" y="941695"/>
                                    </a:cubicBezTo>
                                  </a:path>
                                </a:pathLst>
                              </a:custGeom>
                              <a:noFill/>
                              <a:ln w="762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E4D2CC" id="Freeform 159" o:spid="_x0000_s1026" style="position:absolute;margin-left:442.3pt;margin-top:124.1pt;width:.55pt;height:74.15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24,9416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" path="m6824,c4549,313898,2274,627796,,941695e" filled="f" strokecolor="red" strokeweight="6pt">
                      <v:stroke joinstyle="miter"/>
                      <v:path arrowok="t" o:connecttype="custom" o:connectlocs="6824,0;0,941695" o:connectangles="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3651250</wp:posOffset>
                      </wp:positionH>
                      <wp:positionV relativeFrom="paragraph">
                        <wp:posOffset>115096</wp:posOffset>
                      </wp:positionV>
                      <wp:extent cx="272955" cy="320723"/>
                      <wp:effectExtent l="38100" t="38100" r="32385" b="41275"/>
                      <wp:wrapNone/>
                      <wp:docPr id="158" name="Freeform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2955" cy="320723"/>
                              </a:xfrm>
                              <a:custGeom>
                                <a:avLst/>
                                <a:gdLst>
                                  <a:gd name="connsiteX0" fmla="*/ 0 w 272955"/>
                                  <a:gd name="connsiteY0" fmla="*/ 0 h 320723"/>
                                  <a:gd name="connsiteX1" fmla="*/ 272955 w 272955"/>
                                  <a:gd name="connsiteY1" fmla="*/ 320723 h 32072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72955" h="320723">
                                    <a:moveTo>
                                      <a:pt x="0" y="0"/>
                                    </a:moveTo>
                                    <a:lnTo>
                                      <a:pt x="272955" y="320723"/>
                                    </a:lnTo>
                                  </a:path>
                                </a:pathLst>
                              </a:custGeom>
                              <a:noFill/>
                              <a:ln w="762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73701A5" id="Freeform 158" o:spid="_x0000_s1026" style="position:absolute;margin-left:287.5pt;margin-top:9.05pt;width:21.5pt;height:25.25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2955,3207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" path="m,l272955,320723e" filled="f" strokecolor="red" strokeweight="6pt">
                      <v:stroke joinstyle="miter"/>
                      <v:path arrowok="t" o:connecttype="custom" o:connectlocs="0,0;272955,320723" o:connectangles="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1612426</wp:posOffset>
                      </wp:positionH>
                      <wp:positionV relativeFrom="paragraph">
                        <wp:posOffset>1247775</wp:posOffset>
                      </wp:positionV>
                      <wp:extent cx="244745" cy="1160059"/>
                      <wp:effectExtent l="38100" t="19050" r="41275" b="21590"/>
                      <wp:wrapNone/>
                      <wp:docPr id="154" name="Freeform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4745" cy="1160059"/>
                              </a:xfrm>
                              <a:custGeom>
                                <a:avLst/>
                                <a:gdLst>
                                  <a:gd name="connsiteX0" fmla="*/ 244745 w 244745"/>
                                  <a:gd name="connsiteY0" fmla="*/ 0 h 1160059"/>
                                  <a:gd name="connsiteX1" fmla="*/ 67324 w 244745"/>
                                  <a:gd name="connsiteY1" fmla="*/ 491319 h 1160059"/>
                                  <a:gd name="connsiteX2" fmla="*/ 5909 w 244745"/>
                                  <a:gd name="connsiteY2" fmla="*/ 866632 h 1160059"/>
                                  <a:gd name="connsiteX3" fmla="*/ 5909 w 244745"/>
                                  <a:gd name="connsiteY3" fmla="*/ 1160059 h 11600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244745" h="1160059">
                                    <a:moveTo>
                                      <a:pt x="244745" y="0"/>
                                    </a:moveTo>
                                    <a:cubicBezTo>
                                      <a:pt x="175937" y="173440"/>
                                      <a:pt x="107130" y="346880"/>
                                      <a:pt x="67324" y="491319"/>
                                    </a:cubicBezTo>
                                    <a:cubicBezTo>
                                      <a:pt x="27518" y="635758"/>
                                      <a:pt x="16145" y="755175"/>
                                      <a:pt x="5909" y="866632"/>
                                    </a:cubicBezTo>
                                    <a:cubicBezTo>
                                      <a:pt x="-4327" y="978089"/>
                                      <a:pt x="791" y="1069074"/>
                                      <a:pt x="5909" y="1160059"/>
                                    </a:cubicBezTo>
                                  </a:path>
                                </a:pathLst>
                              </a:custGeom>
                              <a:noFill/>
                              <a:ln w="762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308C85E" id="Freeform 154" o:spid="_x0000_s1026" style="position:absolute;margin-left:126.95pt;margin-top:98.25pt;width:19.25pt;height:91.35pt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4745,1160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" path="m244745,c175937,173440,107130,346880,67324,491319,27518,635758,16145,755175,5909,866632v-10236,111457,-5118,202442,,293427e" filled="f" strokecolor="red" strokeweight="6pt">
                      <v:stroke joinstyle="miter"/>
                      <v:path arrowok="t" o:connecttype="custom" o:connectlocs="244745,0;67324,491319;5909,866632;5909,1160059" o:connectangles="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1670733</wp:posOffset>
                      </wp:positionH>
                      <wp:positionV relativeFrom="paragraph">
                        <wp:posOffset>1842040</wp:posOffset>
                      </wp:positionV>
                      <wp:extent cx="188507" cy="1569493"/>
                      <wp:effectExtent l="0" t="0" r="21590" b="12065"/>
                      <wp:wrapNone/>
                      <wp:docPr id="8" name="Freeform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8507" cy="1569493"/>
                              </a:xfrm>
                              <a:custGeom>
                                <a:avLst/>
                                <a:gdLst>
                                  <a:gd name="connsiteX0" fmla="*/ 159233 w 188507"/>
                                  <a:gd name="connsiteY0" fmla="*/ 0 h 1569493"/>
                                  <a:gd name="connsiteX1" fmla="*/ 70522 w 188507"/>
                                  <a:gd name="connsiteY1" fmla="*/ 245660 h 1569493"/>
                                  <a:gd name="connsiteX2" fmla="*/ 145585 w 188507"/>
                                  <a:gd name="connsiteY2" fmla="*/ 607326 h 1569493"/>
                                  <a:gd name="connsiteX3" fmla="*/ 186528 w 188507"/>
                                  <a:gd name="connsiteY3" fmla="*/ 675564 h 1569493"/>
                                  <a:gd name="connsiteX4" fmla="*/ 84170 w 188507"/>
                                  <a:gd name="connsiteY4" fmla="*/ 723332 h 1569493"/>
                                  <a:gd name="connsiteX5" fmla="*/ 2283 w 188507"/>
                                  <a:gd name="connsiteY5" fmla="*/ 907576 h 1569493"/>
                                  <a:gd name="connsiteX6" fmla="*/ 22755 w 188507"/>
                                  <a:gd name="connsiteY6" fmla="*/ 1235123 h 1569493"/>
                                  <a:gd name="connsiteX7" fmla="*/ 22755 w 188507"/>
                                  <a:gd name="connsiteY7" fmla="*/ 1569493 h 15694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188507" h="1569493">
                                    <a:moveTo>
                                      <a:pt x="159233" y="0"/>
                                    </a:moveTo>
                                    <a:cubicBezTo>
                                      <a:pt x="116015" y="72219"/>
                                      <a:pt x="72797" y="144439"/>
                                      <a:pt x="70522" y="245660"/>
                                    </a:cubicBezTo>
                                    <a:cubicBezTo>
                                      <a:pt x="68247" y="346881"/>
                                      <a:pt x="126251" y="535675"/>
                                      <a:pt x="145585" y="607326"/>
                                    </a:cubicBezTo>
                                    <a:cubicBezTo>
                                      <a:pt x="164919" y="678977"/>
                                      <a:pt x="196764" y="656230"/>
                                      <a:pt x="186528" y="675564"/>
                                    </a:cubicBezTo>
                                    <a:cubicBezTo>
                                      <a:pt x="176292" y="694898"/>
                                      <a:pt x="114877" y="684663"/>
                                      <a:pt x="84170" y="723332"/>
                                    </a:cubicBezTo>
                                    <a:cubicBezTo>
                                      <a:pt x="53463" y="762001"/>
                                      <a:pt x="12519" y="822278"/>
                                      <a:pt x="2283" y="907576"/>
                                    </a:cubicBezTo>
                                    <a:cubicBezTo>
                                      <a:pt x="-7953" y="992874"/>
                                      <a:pt x="19343" y="1124804"/>
                                      <a:pt x="22755" y="1235123"/>
                                    </a:cubicBezTo>
                                    <a:cubicBezTo>
                                      <a:pt x="26167" y="1345442"/>
                                      <a:pt x="24461" y="1457467"/>
                                      <a:pt x="22755" y="1569493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CF29FF" id="Freeform 8" o:spid="_x0000_s1026" style="position:absolute;margin-left:131.55pt;margin-top:145.05pt;width:14.85pt;height:123.6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8507,1569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" path="m159233,c116015,72219,72797,144439,70522,245660v-2275,101221,55729,290015,75063,361666c164919,678977,196764,656230,186528,675564v-10236,19334,-71651,9099,-102358,47768c53463,762001,12519,822278,2283,907576v-10236,85298,17060,217228,20472,327547c26167,1345442,24461,1457467,22755,1569493e" filled="f" strokecolor="red" strokeweight="1.5pt">
                      <v:stroke joinstyle="miter"/>
                      <v:path arrowok="t" o:connecttype="custom" o:connectlocs="159233,0;70522,245660;145585,607326;186528,675564;84170,723332;2283,907576;22755,1235123;22755,1569493" o:connectangles="0,0,0,0,0,0,0,0"/>
                    </v:shape>
                  </w:pict>
                </mc:Fallback>
              </mc:AlternateContent>
            </w:r>
            <w:r w:rsidR="00C02035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1E0B011C" wp14:editId="27364D84">
                      <wp:simplePos x="0" y="0"/>
                      <wp:positionH relativeFrom="column">
                        <wp:posOffset>5773003</wp:posOffset>
                      </wp:positionH>
                      <wp:positionV relativeFrom="paragraph">
                        <wp:posOffset>1944332</wp:posOffset>
                      </wp:positionV>
                      <wp:extent cx="305869" cy="152633"/>
                      <wp:effectExtent l="0" t="0" r="0" b="0"/>
                      <wp:wrapNone/>
                      <wp:docPr id="4" name="Text Box 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5869" cy="1526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035" w:rsidRPr="00B16047" w:rsidRDefault="00FE32AA" w:rsidP="00C02035">
                                  <w:pP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IV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0B011C" id="Text Box 350" o:spid="_x0000_s1031" type="#_x0000_t202" style="position:absolute;left:0;text-align:left;margin-left:454.55pt;margin-top:153.1pt;width:24.1pt;height:12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C02035" w:rsidRPr="00B16047" w:rsidRDefault="00FE32AA" w:rsidP="00C02035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02035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1E0B011C" wp14:editId="27364D84">
                      <wp:simplePos x="0" y="0"/>
                      <wp:positionH relativeFrom="column">
                        <wp:posOffset>156949</wp:posOffset>
                      </wp:positionH>
                      <wp:positionV relativeFrom="paragraph">
                        <wp:posOffset>2012571</wp:posOffset>
                      </wp:positionV>
                      <wp:extent cx="305869" cy="152633"/>
                      <wp:effectExtent l="0" t="0" r="0" b="0"/>
                      <wp:wrapNone/>
                      <wp:docPr id="3" name="Text Box 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5869" cy="1526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035" w:rsidRPr="00B16047" w:rsidRDefault="00FE32AA" w:rsidP="00FE32A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0B011C" id="_x0000_s1032" type="#_x0000_t202" style="position:absolute;left:0;text-align:left;margin-left:12.35pt;margin-top:158.45pt;width:24.1pt;height:12pt;z-index:25167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C02035" w:rsidRPr="00B16047" w:rsidRDefault="00FE32AA" w:rsidP="00FE32AA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02035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>
                      <wp:simplePos x="0" y="0"/>
                      <wp:positionH relativeFrom="column">
                        <wp:posOffset>3454904</wp:posOffset>
                      </wp:positionH>
                      <wp:positionV relativeFrom="paragraph">
                        <wp:posOffset>426098</wp:posOffset>
                      </wp:positionV>
                      <wp:extent cx="305869" cy="152633"/>
                      <wp:effectExtent l="0" t="0" r="0" b="0"/>
                      <wp:wrapNone/>
                      <wp:docPr id="204" name="Text Box 3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5869" cy="1526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099" w:rsidRPr="00B16047" w:rsidRDefault="00FE32AA" w:rsidP="0095109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359" o:spid="_x0000_s1033" type="#_x0000_t202" style="position:absolute;left:0;text-align:left;margin-left:272.05pt;margin-top:33.55pt;width:24.1pt;height:12pt;z-index:251668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51099" w:rsidRPr="00B16047" w:rsidRDefault="00FE32AA" w:rsidP="0095109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1099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2064" behindDoc="0" locked="0" layoutInCell="1" allowOverlap="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3634105</wp:posOffset>
                      </wp:positionV>
                      <wp:extent cx="305435" cy="152400"/>
                      <wp:effectExtent l="0" t="0" r="0" b="0"/>
                      <wp:wrapNone/>
                      <wp:docPr id="200" name="Text Box 3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5435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099" w:rsidRPr="00B16047" w:rsidRDefault="00FE32AA" w:rsidP="0095109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4" type="#_x0000_t202" style="position:absolute;left:0;text-align:left;margin-left:12.4pt;margin-top:286.15pt;width:24.05pt;height:12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51099" w:rsidRPr="00B16047" w:rsidRDefault="00FE32AA" w:rsidP="0095109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1099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3831590</wp:posOffset>
                      </wp:positionH>
                      <wp:positionV relativeFrom="paragraph">
                        <wp:posOffset>2891155</wp:posOffset>
                      </wp:positionV>
                      <wp:extent cx="306070" cy="152400"/>
                      <wp:effectExtent l="0" t="0" r="0" b="0"/>
                      <wp:wrapNone/>
                      <wp:docPr id="198" name="Text Box 3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099" w:rsidRPr="00B16047" w:rsidRDefault="00FE32AA" w:rsidP="0095109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1" o:spid="_x0000_s1035" type="#_x0000_t202" style="position:absolute;left:0;text-align:left;margin-left:301.7pt;margin-top:227.65pt;width:24.1pt;height:1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QiyoAIAAFQFAAAOAAAAZHJzL2Uyb0RvYy54bWysVNuO2yAQfa/Uf0C8Z20nXi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51099" w:rsidRPr="00B16047" w:rsidRDefault="00FE32AA" w:rsidP="0095109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1099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11430</wp:posOffset>
                      </wp:positionV>
                      <wp:extent cx="1263650" cy="806450"/>
                      <wp:effectExtent l="3175" t="4445" r="0" b="0"/>
                      <wp:wrapNone/>
                      <wp:docPr id="194" name="Text Box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36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BFBFB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Reflux duration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I….0.5-1 second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II….1-2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III….2-3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IV….&gt; 4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7" o:spid="_x0000_s1036" type="#_x0000_t202" style="position:absolute;left:0;text-align:left;margin-left:4.3pt;margin-top:.9pt;width:99.5pt;height:63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" stroked="f" strokecolor="#bfbfbf">
                      <v:textbox>
                        <w:txbxContent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Reflux duration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I….0.5-1 second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II….1-2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III….2-3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IV….&gt; 4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1062990</wp:posOffset>
                      </wp:positionH>
                      <wp:positionV relativeFrom="paragraph">
                        <wp:posOffset>38735</wp:posOffset>
                      </wp:positionV>
                      <wp:extent cx="1807845" cy="4911725"/>
                      <wp:effectExtent l="11430" t="12700" r="9525" b="9525"/>
                      <wp:wrapNone/>
                      <wp:docPr id="174" name="Group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7845" cy="4911725"/>
                                <a:chOff x="3765" y="3343"/>
                                <a:chExt cx="2847" cy="7735"/>
                              </a:xfrm>
                            </wpg:grpSpPr>
                            <wps:wsp>
                              <wps:cNvPr id="175" name="Freeform 30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548" y="9594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6" name="Freeform 30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91" y="4620"/>
                                  <a:ext cx="421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7" name="Freeform 30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24" y="6562"/>
                                  <a:ext cx="443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8" name="Freeform 30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753" y="7314"/>
                                  <a:ext cx="969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" name="Freeform 30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79" y="7058"/>
                                  <a:ext cx="967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" name="Freeform 3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79" y="4246"/>
                                  <a:ext cx="1096" cy="5656"/>
                                </a:xfrm>
                                <a:custGeom>
                                  <a:avLst/>
                                  <a:gdLst>
                                    <a:gd name="T0" fmla="*/ 820 w 1096"/>
                                    <a:gd name="T1" fmla="*/ 290 h 5656"/>
                                    <a:gd name="T2" fmla="*/ 863 w 1096"/>
                                    <a:gd name="T3" fmla="*/ 56 h 5656"/>
                                    <a:gd name="T4" fmla="*/ 586 w 1096"/>
                                    <a:gd name="T5" fmla="*/ 626 h 5656"/>
                                    <a:gd name="T6" fmla="*/ 201 w 1096"/>
                                    <a:gd name="T7" fmla="*/ 1568 h 5656"/>
                                    <a:gd name="T8" fmla="*/ 57 w 1096"/>
                                    <a:gd name="T9" fmla="*/ 2054 h 5656"/>
                                    <a:gd name="T10" fmla="*/ 7 w 1096"/>
                                    <a:gd name="T11" fmla="*/ 2546 h 5656"/>
                                    <a:gd name="T12" fmla="*/ 97 w 1096"/>
                                    <a:gd name="T13" fmla="*/ 2906 h 5656"/>
                                    <a:gd name="T14" fmla="*/ 317 w 1096"/>
                                    <a:gd name="T15" fmla="*/ 3249 h 5656"/>
                                    <a:gd name="T16" fmla="*/ 500 w 1096"/>
                                    <a:gd name="T17" fmla="*/ 3708 h 5656"/>
                                    <a:gd name="T18" fmla="*/ 656 w 1096"/>
                                    <a:gd name="T19" fmla="*/ 4375 h 5656"/>
                                    <a:gd name="T20" fmla="*/ 925 w 1096"/>
                                    <a:gd name="T21" fmla="*/ 5028 h 5656"/>
                                    <a:gd name="T22" fmla="*/ 1057 w 1096"/>
                                    <a:gd name="T23" fmla="*/ 5352 h 5656"/>
                                    <a:gd name="T24" fmla="*/ 1086 w 1096"/>
                                    <a:gd name="T25" fmla="*/ 5529 h 5656"/>
                                    <a:gd name="T26" fmla="*/ 997 w 1096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6" h="5656">
                                      <a:moveTo>
                                        <a:pt x="820" y="290"/>
                                      </a:moveTo>
                                      <a:cubicBezTo>
                                        <a:pt x="829" y="251"/>
                                        <a:pt x="902" y="0"/>
                                        <a:pt x="863" y="56"/>
                                      </a:cubicBezTo>
                                      <a:cubicBezTo>
                                        <a:pt x="824" y="112"/>
                                        <a:pt x="696" y="374"/>
                                        <a:pt x="586" y="626"/>
                                      </a:cubicBezTo>
                                      <a:cubicBezTo>
                                        <a:pt x="476" y="878"/>
                                        <a:pt x="290" y="1330"/>
                                        <a:pt x="201" y="1568"/>
                                      </a:cubicBezTo>
                                      <a:cubicBezTo>
                                        <a:pt x="113" y="1806"/>
                                        <a:pt x="89" y="1891"/>
                                        <a:pt x="57" y="2054"/>
                                      </a:cubicBezTo>
                                      <a:cubicBezTo>
                                        <a:pt x="25" y="2217"/>
                                        <a:pt x="0" y="2404"/>
                                        <a:pt x="7" y="2546"/>
                                      </a:cubicBezTo>
                                      <a:cubicBezTo>
                                        <a:pt x="14" y="2688"/>
                                        <a:pt x="45" y="2789"/>
                                        <a:pt x="97" y="2906"/>
                                      </a:cubicBezTo>
                                      <a:cubicBezTo>
                                        <a:pt x="149" y="3023"/>
                                        <a:pt x="250" y="3115"/>
                                        <a:pt x="317" y="3249"/>
                                      </a:cubicBezTo>
                                      <a:cubicBezTo>
                                        <a:pt x="384" y="3383"/>
                                        <a:pt x="444" y="3520"/>
                                        <a:pt x="500" y="3708"/>
                                      </a:cubicBezTo>
                                      <a:cubicBezTo>
                                        <a:pt x="556" y="3896"/>
                                        <a:pt x="585" y="4155"/>
                                        <a:pt x="656" y="4375"/>
                                      </a:cubicBezTo>
                                      <a:cubicBezTo>
                                        <a:pt x="727" y="4595"/>
                                        <a:pt x="858" y="4865"/>
                                        <a:pt x="925" y="5028"/>
                                      </a:cubicBezTo>
                                      <a:cubicBezTo>
                                        <a:pt x="992" y="5191"/>
                                        <a:pt x="1030" y="5269"/>
                                        <a:pt x="1057" y="5352"/>
                                      </a:cubicBezTo>
                                      <a:cubicBezTo>
                                        <a:pt x="1084" y="5435"/>
                                        <a:pt x="1096" y="5478"/>
                                        <a:pt x="1086" y="5529"/>
                                      </a:cubicBezTo>
                                      <a:cubicBezTo>
                                        <a:pt x="1076" y="5580"/>
                                        <a:pt x="1015" y="5630"/>
                                        <a:pt x="997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" name="Freeform 30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614" y="3510"/>
                                  <a:ext cx="553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" name="Freeform 30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78" y="3439"/>
                                  <a:ext cx="485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3" name="Freeform 31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52" y="4169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4" name="Freeform 311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832" y="6204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5" name="Freeform 31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122" y="6706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" name="Freeform 31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263" y="3562"/>
                                  <a:ext cx="1000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" name="Freeform 31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06" y="3408"/>
                                  <a:ext cx="1677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" name="Freeform 31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98" y="10754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9" name="Freeform 31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421" y="10193"/>
                                  <a:ext cx="569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" name="Freeform 31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62" y="10885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" name="Freeform 31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5" y="3343"/>
                                  <a:ext cx="2606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746" y="3876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5960185" id="Group 301" o:spid="_x0000_s1026" style="position:absolute;margin-left:83.7pt;margin-top:3.05pt;width:142.35pt;height:386.75pt;z-index:251651584" coordorigin="3765,3343" coordsize="2847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">
                      <v:shape id="Freeform 302" o:spid="_x0000_s1027" style="position:absolute;left:5548;top:9594;width:134;height:256;flip:x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303" o:spid="_x0000_s1028" style="position:absolute;left:6191;top:4620;width:421;height:416;flip:x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" path="m,c26,70,52,140,120,204v68,64,178,122,288,180e" filled="f" strokecolor="gray" strokeweight="1pt">
                        <v:path arrowok="t" o:connecttype="custom" o:connectlocs="0,0;124,221;421,416" o:connectangles="0,0,0"/>
                      </v:shape>
                      <v:shape id="Freeform 304" o:spid="_x0000_s1029" style="position:absolute;left:4824;top:6562;width:443;height:646;flip:x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9,302;399,206;315,170;194,2;255,182;218,314;14,614" o:connectangles="0,0,0,0,0,0,0,0,0"/>
                      </v:shape>
                      <v:shape id="Freeform 305" o:spid="_x0000_s1030" style="position:absolute;left:4753;top:7314;width:969;height:2543;flip:x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3,1686;464,1288;589,724;746,282;952,8;849,330;777,594;683,983;565,1410;361,1861;216,2262" o:connectangles="0,0,0,0,0,0,0,0,0,0,0,0,0,0"/>
                      </v:shape>
                      <v:shape id="Freeform 306" o:spid="_x0000_s1031" style="position:absolute;left:4479;top:7058;width:967;height:2806;flip:x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4,1676;498,1148;575,864;727,332;835,12;960,406;876,824;541,1522;291,2040;151,2376;120,2806" o:connectangles="0,0,0,0,0,0,0,0,0,0,0,0,0"/>
                      </v:shape>
                      <v:shape id="Freeform 307" o:spid="_x0000_s1032" style="position:absolute;left:4679;top:4246;width:1096;height:5656;visibility:visible;mso-wrap-style:square;v-text-anchor:top" coordsize="1096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" path="m820,290c829,251,902,,863,56,824,112,696,374,586,626,476,878,290,1330,201,1568,113,1806,89,1891,57,2054,25,2217,,2404,7,2546v7,142,38,243,90,360c149,3023,250,3115,317,3249v67,134,127,271,183,459c556,3896,585,4155,656,4375v71,220,202,490,269,653c992,5191,1030,5269,1057,5352v27,83,39,126,29,177c1076,5580,1015,5630,997,5656e" filled="f" strokecolor="#333">
                        <v:path arrowok="t" o:connecttype="custom" o:connectlocs="820,290;863,56;586,626;201,1568;57,2054;7,2546;97,2906;317,3249;500,3708;656,4375;925,5028;1057,5352;1086,5529;997,5656" o:connectangles="0,0,0,0,0,0,0,0,0,0,0,0,0,0"/>
                      </v:shape>
                      <v:shape id="Freeform 308" o:spid="_x0000_s1033" style="position:absolute;left:5614;top:3510;width:553;height:1080;flip:x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7,330;445,570;493,804;553,1080" o:connectangles="0,0,0,0,0"/>
                      </v:shape>
                      <v:shape id="Freeform 309" o:spid="_x0000_s1034" style="position:absolute;left:4878;top:3439;width:485;height:595;flip:x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1,581;406,497;310,367;253,228;223,137;184,106;21,5;60,75;177,223;322,415;471,581" o:connectangles="0,0,0,0,0,0,0,0,0,0,0"/>
                      </v:shape>
                      <v:shape id="Freeform 310" o:spid="_x0000_s1035" style="position:absolute;left:6152;top:4169;width:184;height:825;flip:x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311" o:spid="_x0000_s1036" style="position:absolute;left:3832;top:6204;width:154;height:102;flip:x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312" o:spid="_x0000_s1037" style="position:absolute;left:4122;top:6706;width:230;height:909;flip:x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313" o:spid="_x0000_s1038" style="position:absolute;left:5263;top:3562;width:1000;height:614;flip:x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" path="m,614c29,524,57,436,144,350,231,264,381,158,523,100,665,42,899,21,998,e" filled="f">
                        <v:stroke dashstyle="1 1" endcap="round"/>
                        <v:path arrowok="t" o:connecttype="custom" o:connectlocs="0,614;144,350;524,100;1000,0" o:connectangles="0,0,0,0"/>
                      </v:shape>
                      <v:shape id="Freeform 314" o:spid="_x0000_s1039" style="position:absolute;left:4406;top:3408;width:1677;height:6456;flip:x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1,318;650,786;1010,1554;1335,2370;1486,2868;1528,3324;1546,3576;1672,4056;1576,4518;1185,5328;914,5880;842,6144;830,6456" o:connectangles="0,0,0,0,0,0,0,0,0,0,0,0,0,0"/>
                      </v:shape>
                      <v:shape id="Freeform 315" o:spid="_x0000_s1040" style="position:absolute;left:4698;top:10754;width:232;height:138;flip:x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316" o:spid="_x0000_s1041" style="position:absolute;left:5421;top:10193;width:569;height:562;flip:x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7,559;497,427;424,253;304,121;99,49;9,1;45,43;141,97;238,193;322,307;424,445;557,559" o:connectangles="0,0,0,0,0,0,0,0,0,0,0,0"/>
                      </v:shape>
                      <v:shape id="Freeform 317" o:spid="_x0000_s1042" style="position:absolute;left:4662;top:10885;width:99;height:52;flip:x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318" o:spid="_x0000_s1043" style="position:absolute;left:3765;top:3343;width:2606;height:7735;flip:x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1,2059;818,2525;1046,2801;1214,3149;1328,3425;1166,3684;916,4097;835,4462;801,4846;661,5441;555,5907;361,6209;168,6389;144,6581;313,6797;457,6917;577,7007;800,7301;940,7438;1094,7625;1286,7709;1431,7697;1515,7733;1695,7709;1761,7607;1647,7517;1537,7469;1431,7402;1323,7193;1226,6827;1166,6575;1250,6101;1479,5561;1803,4949;2116,4169;2260,3857;2513,3437;2603,3149;2531,2909;2381,2417;2195,1913;1912,1349;1599,845;1496,694;1455,533;1402,327;1369,0" o:connectangles="0,0,0,0,0,0,0,0,0,0,0,0,0,0,0,0,0,0,0,0,0,0,0,0,0,0,0,0,0,0,0,0,0,0,0,0,0,0,0,0,0,0,0,0,0,0,0,0,0"/>
                      </v:shape>
                      <v:shape id="Freeform 319" o:spid="_x0000_s1044" style="position:absolute;left:5746;top:3876;width:40;height:600;flip:x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158750</wp:posOffset>
                      </wp:positionV>
                      <wp:extent cx="1080135" cy="4745355"/>
                      <wp:effectExtent l="10160" t="8890" r="14605" b="8255"/>
                      <wp:wrapNone/>
                      <wp:docPr id="150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1080135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151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2" name="Freeform 2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3" name="Freeform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4" name="Freeform 2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5" name="Freeform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6" name="Freeform 2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7" name="Freeform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8" name="Freeform 2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9" name="Freeform 2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" name="Freeform 2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" name="Freeform 2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" name="Freeform 2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D0D804" id="Group 269" o:spid="_x0000_s1026" style="position:absolute;margin-left:7.85pt;margin-top:12.5pt;width:85.05pt;height:373.65pt;flip:x;z-index:251649536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">
                      <v:shape id="Freeform 27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7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7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7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27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" path="m,c14,4,28,8,34,12e" filled="f" strokecolor="gray">
                        <v:path arrowok="t" o:connecttype="custom" o:connectlocs="0,0;34,12" o:connectangles="0,0"/>
                      </v:shape>
                      <v:shape id="Freeform 27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" path="m,c,,18,7,36,15e" filled="f" strokecolor="gray">
                        <v:path arrowok="t" o:connecttype="custom" o:connectlocs="0,0;36,15" o:connectangles="0,0"/>
                      </v:shape>
                      <v:shape id="Freeform 27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7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7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7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8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8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5028565</wp:posOffset>
                      </wp:positionH>
                      <wp:positionV relativeFrom="paragraph">
                        <wp:posOffset>160020</wp:posOffset>
                      </wp:positionV>
                      <wp:extent cx="1087120" cy="4745355"/>
                      <wp:effectExtent l="14605" t="10160" r="12700" b="6985"/>
                      <wp:wrapNone/>
                      <wp:docPr id="137" name="Group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138" name="Freeform 2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" name="Freeform 2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0" name="Freeform 2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1" name="Freeform 2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2" name="Freeform 2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3" name="Freeform 2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4" name="Freeform 2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5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6" name="Freeform 2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7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8" name="Freeform 2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9" name="Freeform 2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1DD359" id="Group 256" o:spid="_x0000_s1026" style="position:absolute;margin-left:395.95pt;margin-top:12.6pt;width:85.6pt;height:373.65pt;z-index:251648512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">
                      <v:shape id="Freeform 257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58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59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60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" path="m,c10,2,21,4,27,7v6,3,9,7,12,12e" filled="f" strokecolor="gray" strokeweight="1pt">
                        <v:path arrowok="t" o:connecttype="custom" o:connectlocs="0,0;27,7;39,19" o:connectangles="0,0,0"/>
                      </v:shape>
                      <v:shape id="Freeform 261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" path="m,c14,4,28,8,34,12e" filled="f" strokecolor="gray" strokeweight="1pt">
                        <v:path arrowok="t" o:connecttype="custom" o:connectlocs="0,0;34,12" o:connectangles="0,0"/>
                      </v:shape>
                      <v:shape id="Freeform 262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" path="m,c,,18,7,36,15e" filled="f" strokecolor="gray" strokeweight="1pt">
                        <v:path arrowok="t" o:connecttype="custom" o:connectlocs="0,0;36,15" o:connectangles="0,0"/>
                      </v:shape>
                      <v:shape id="Freeform 263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64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65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66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67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68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5612130</wp:posOffset>
                      </wp:positionH>
                      <wp:positionV relativeFrom="paragraph">
                        <wp:posOffset>2256155</wp:posOffset>
                      </wp:positionV>
                      <wp:extent cx="96520" cy="2057400"/>
                      <wp:effectExtent l="19050" t="19050" r="17780" b="19050"/>
                      <wp:wrapNone/>
                      <wp:docPr id="136" name="Freeform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6520" cy="2057400"/>
                              </a:xfrm>
                              <a:custGeom>
                                <a:avLst/>
                                <a:gdLst>
                                  <a:gd name="T0" fmla="*/ 80 w 152"/>
                                  <a:gd name="T1" fmla="*/ 0 h 3240"/>
                                  <a:gd name="T2" fmla="*/ 152 w 152"/>
                                  <a:gd name="T3" fmla="*/ 252 h 3240"/>
                                  <a:gd name="T4" fmla="*/ 80 w 152"/>
                                  <a:gd name="T5" fmla="*/ 1008 h 3240"/>
                                  <a:gd name="T6" fmla="*/ 8 w 152"/>
                                  <a:gd name="T7" fmla="*/ 1896 h 3240"/>
                                  <a:gd name="T8" fmla="*/ 32 w 152"/>
                                  <a:gd name="T9" fmla="*/ 2820 h 3240"/>
                                  <a:gd name="T10" fmla="*/ 92 w 152"/>
                                  <a:gd name="T11" fmla="*/ 3240 h 32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2" h="3240">
                                    <a:moveTo>
                                      <a:pt x="80" y="0"/>
                                    </a:moveTo>
                                    <a:cubicBezTo>
                                      <a:pt x="116" y="42"/>
                                      <a:pt x="152" y="84"/>
                                      <a:pt x="152" y="252"/>
                                    </a:cubicBezTo>
                                    <a:cubicBezTo>
                                      <a:pt x="152" y="420"/>
                                      <a:pt x="104" y="734"/>
                                      <a:pt x="80" y="1008"/>
                                    </a:cubicBezTo>
                                    <a:cubicBezTo>
                                      <a:pt x="56" y="1282"/>
                                      <a:pt x="16" y="1594"/>
                                      <a:pt x="8" y="1896"/>
                                    </a:cubicBezTo>
                                    <a:cubicBezTo>
                                      <a:pt x="0" y="2198"/>
                                      <a:pt x="18" y="2596"/>
                                      <a:pt x="32" y="2820"/>
                                    </a:cubicBezTo>
                                    <a:cubicBezTo>
                                      <a:pt x="46" y="3044"/>
                                      <a:pt x="69" y="3142"/>
                                      <a:pt x="92" y="3240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AD2187" id="Freeform 321" o:spid="_x0000_s1026" style="position:absolute;margin-left:441.9pt;margin-top:177.65pt;width:7.6pt;height:16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2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" path="m80,v36,42,72,84,72,252c152,420,104,734,80,1008,56,1282,16,1594,8,1896v-8,302,10,700,24,924c46,3044,69,3142,92,3240e" filled="f" strokecolor="red" strokeweight="2.25pt">
                      <v:path arrowok="t" o:connecttype="custom" o:connectlocs="50800,0;96520,160020;50800,640080;5080,1203960;20320,1790700;58420,2057400" o:connectangles="0,0,0,0,0,0"/>
                    </v:shape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3331210</wp:posOffset>
                      </wp:positionH>
                      <wp:positionV relativeFrom="paragraph">
                        <wp:posOffset>38735</wp:posOffset>
                      </wp:positionV>
                      <wp:extent cx="1804035" cy="4911725"/>
                      <wp:effectExtent l="12700" t="12700" r="12065" b="9525"/>
                      <wp:wrapNone/>
                      <wp:docPr id="21" name="Group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6972" y="3331"/>
                                <a:chExt cx="2841" cy="7735"/>
                              </a:xfrm>
                            </wpg:grpSpPr>
                            <wps:wsp>
                              <wps:cNvPr id="22" name="Freeform 2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00" y="9582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72" y="4608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14" y="6550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60" y="7302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36" y="7046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2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07" y="4234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16" y="3498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18" y="3427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7" y="4157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2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92" y="6192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" name="Freeform 2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27" y="6694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" name="Freeform 2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20" y="3550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0" name="Freeform 2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0" y="3396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" name="Freeform 2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50" y="10742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" name="Freeform 2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93" y="10181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" name="Freeform 2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19" y="10873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" name="Freeform 2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12" y="3331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5" name="Freeform 3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96" y="3864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307FF7E" id="Group 282" o:spid="_x0000_s1026" style="position:absolute;margin-left:262.3pt;margin-top:3.05pt;width:142.05pt;height:386.75pt;z-index:251650560" coordorigin="6972,3331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">
                      <v:shape id="Freeform 283" o:spid="_x0000_s1027" style="position:absolute;left:7900;top:9582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284" o:spid="_x0000_s1028" style="position:absolute;left:6972;top:4608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285" o:spid="_x0000_s1029" style="position:absolute;left:8314;top:6550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286" o:spid="_x0000_s1030" style="position:absolute;left:7860;top:7302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287" o:spid="_x0000_s1031" style="position:absolute;left:8136;top:7046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288" o:spid="_x0000_s1032" style="position:absolute;left:7807;top:4234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289" o:spid="_x0000_s1033" style="position:absolute;left:7416;top:3498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290" o:spid="_x0000_s1034" style="position:absolute;left:8218;top:3427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291" o:spid="_x0000_s1035" style="position:absolute;left:7247;top:4157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292" o:spid="_x0000_s1036" style="position:absolute;left:9592;top:6192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293" o:spid="_x0000_s1037" style="position:absolute;left:9227;top:6694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294" o:spid="_x0000_s1038" style="position:absolute;left:7320;top:3550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295" o:spid="_x0000_s1039" style="position:absolute;left:7500;top:3396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296" o:spid="_x0000_s1040" style="position:absolute;left:8650;top:10742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297" o:spid="_x0000_s1041" style="position:absolute;left:7593;top:10181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298" o:spid="_x0000_s1042" style="position:absolute;left:8819;top:10873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299" o:spid="_x0000_s1043" style="position:absolute;left:7212;top:3331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  <v:shape id="Freeform 300" o:spid="_x0000_s1044" style="position:absolute;left:7796;top:3864;width:40;height:600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3783965</wp:posOffset>
                      </wp:positionH>
                      <wp:positionV relativeFrom="paragraph">
                        <wp:posOffset>445770</wp:posOffset>
                      </wp:positionV>
                      <wp:extent cx="657860" cy="3708400"/>
                      <wp:effectExtent l="19050" t="19050" r="27940" b="25400"/>
                      <wp:wrapNone/>
                      <wp:docPr id="20" name="Freeform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7860" cy="3708400"/>
                              </a:xfrm>
                              <a:custGeom>
                                <a:avLst/>
                                <a:gdLst>
                                  <a:gd name="T0" fmla="*/ 143 w 1036"/>
                                  <a:gd name="T1" fmla="*/ 0 h 5840"/>
                                  <a:gd name="T2" fmla="*/ 39 w 1036"/>
                                  <a:gd name="T3" fmla="*/ 272 h 5840"/>
                                  <a:gd name="T4" fmla="*/ 31 w 1036"/>
                                  <a:gd name="T5" fmla="*/ 816 h 5840"/>
                                  <a:gd name="T6" fmla="*/ 223 w 1036"/>
                                  <a:gd name="T7" fmla="*/ 1376 h 5840"/>
                                  <a:gd name="T8" fmla="*/ 759 w 1036"/>
                                  <a:gd name="T9" fmla="*/ 2200 h 5840"/>
                                  <a:gd name="T10" fmla="*/ 983 w 1036"/>
                                  <a:gd name="T11" fmla="*/ 2664 h 5840"/>
                                  <a:gd name="T12" fmla="*/ 1031 w 1036"/>
                                  <a:gd name="T13" fmla="*/ 3032 h 5840"/>
                                  <a:gd name="T14" fmla="*/ 951 w 1036"/>
                                  <a:gd name="T15" fmla="*/ 3600 h 5840"/>
                                  <a:gd name="T16" fmla="*/ 751 w 1036"/>
                                  <a:gd name="T17" fmla="*/ 4504 h 5840"/>
                                  <a:gd name="T18" fmla="*/ 495 w 1036"/>
                                  <a:gd name="T19" fmla="*/ 5176 h 5840"/>
                                  <a:gd name="T20" fmla="*/ 399 w 1036"/>
                                  <a:gd name="T21" fmla="*/ 5592 h 5840"/>
                                  <a:gd name="T22" fmla="*/ 391 w 1036"/>
                                  <a:gd name="T23" fmla="*/ 5840 h 58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036" h="5840">
                                    <a:moveTo>
                                      <a:pt x="143" y="0"/>
                                    </a:moveTo>
                                    <a:cubicBezTo>
                                      <a:pt x="100" y="68"/>
                                      <a:pt x="58" y="136"/>
                                      <a:pt x="39" y="272"/>
                                    </a:cubicBezTo>
                                    <a:cubicBezTo>
                                      <a:pt x="20" y="408"/>
                                      <a:pt x="0" y="632"/>
                                      <a:pt x="31" y="816"/>
                                    </a:cubicBezTo>
                                    <a:cubicBezTo>
                                      <a:pt x="62" y="1000"/>
                                      <a:pt x="102" y="1145"/>
                                      <a:pt x="223" y="1376"/>
                                    </a:cubicBezTo>
                                    <a:cubicBezTo>
                                      <a:pt x="344" y="1607"/>
                                      <a:pt x="632" y="1985"/>
                                      <a:pt x="759" y="2200"/>
                                    </a:cubicBezTo>
                                    <a:cubicBezTo>
                                      <a:pt x="886" y="2415"/>
                                      <a:pt x="938" y="2525"/>
                                      <a:pt x="983" y="2664"/>
                                    </a:cubicBezTo>
                                    <a:cubicBezTo>
                                      <a:pt x="1028" y="2803"/>
                                      <a:pt x="1036" y="2876"/>
                                      <a:pt x="1031" y="3032"/>
                                    </a:cubicBezTo>
                                    <a:cubicBezTo>
                                      <a:pt x="1026" y="3188"/>
                                      <a:pt x="998" y="3355"/>
                                      <a:pt x="951" y="3600"/>
                                    </a:cubicBezTo>
                                    <a:cubicBezTo>
                                      <a:pt x="904" y="3845"/>
                                      <a:pt x="827" y="4241"/>
                                      <a:pt x="751" y="4504"/>
                                    </a:cubicBezTo>
                                    <a:cubicBezTo>
                                      <a:pt x="675" y="4767"/>
                                      <a:pt x="554" y="4995"/>
                                      <a:pt x="495" y="5176"/>
                                    </a:cubicBezTo>
                                    <a:cubicBezTo>
                                      <a:pt x="436" y="5357"/>
                                      <a:pt x="416" y="5481"/>
                                      <a:pt x="399" y="5592"/>
                                    </a:cubicBezTo>
                                    <a:cubicBezTo>
                                      <a:pt x="382" y="5703"/>
                                      <a:pt x="386" y="5771"/>
                                      <a:pt x="391" y="5840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4FF3DB" id="Freeform 323" o:spid="_x0000_s1026" style="position:absolute;margin-left:297.95pt;margin-top:35.1pt;width:51.8pt;height:29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36,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" path="m143,c100,68,58,136,39,272,20,408,,632,31,816v31,184,71,329,192,560c344,1607,632,1985,759,2200v127,215,179,325,224,464c1028,2803,1036,2876,1031,3032v-5,156,-33,323,-80,568c904,3845,827,4241,751,4504v-76,263,-197,491,-256,672c436,5357,416,5481,399,5592v-17,111,-13,179,-8,248e" filled="f" strokecolor="red" strokeweight="2.25pt">
                      <v:path arrowok="t" o:connecttype="custom" o:connectlocs="90805,0;24765,172720;19685,518160;141605,873760;481965,1397000;624205,1691640;654685,1925320;603885,2286000;476885,2860040;314325,3286760;253365,3550920;248285,3708400" o:connectangles="0,0,0,0,0,0,0,0,0,0,0,0"/>
                    </v:shape>
                  </w:pict>
                </mc:Fallback>
              </mc:AlternateContent>
            </w:r>
          </w:p>
        </w:tc>
      </w:tr>
      <w:tr w:rsidR="00894682" w:rsidRPr="001906A2" w:rsidTr="0025571B">
        <w:tc>
          <w:tcPr>
            <w:tcW w:w="170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951099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57" name="Line 3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3" name="Line 3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99DE2E" id="Group 326" o:spid="_x0000_s1026" style="position:absolute;margin-left:68.7pt;margin-top:1.4pt;width:15.35pt;height:6.85pt;z-index:251658752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">
                      <v:line id="Line 327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328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7931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894682" w:rsidRPr="001906A2" w:rsidRDefault="00951099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3335" t="10160" r="10795" b="7620"/>
                      <wp:wrapNone/>
                      <wp:docPr id="11" name="Group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203" name="Line 3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5" name="Line 3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2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5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6090689" id="Group 333" o:spid="_x0000_s1026" style="position:absolute;margin-left:212.6pt;margin-top:1.4pt;width:15.35pt;height:6.85pt;z-index:251660800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">
                      <v:line id="Line 334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    <v:line id="Line 335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    <v:shape id="Freeform 336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337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2009140</wp:posOffset>
                      </wp:positionH>
                      <wp:positionV relativeFrom="paragraph">
                        <wp:posOffset>16510</wp:posOffset>
                      </wp:positionV>
                      <wp:extent cx="194945" cy="85725"/>
                      <wp:effectExtent l="46355" t="8890" r="44450" b="10160"/>
                      <wp:wrapNone/>
                      <wp:docPr id="7" name="Group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217" name="Line 3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8" name="Line 3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9" name="Line 3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853551" id="Group 329" o:spid="_x0000_s1026" style="position:absolute;margin-left:158.2pt;margin-top:1.3pt;width:15.35pt;height:6.75pt;z-index:251659776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">
                      <v:line id="Line 330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" strokecolor="red" strokeweight="6pt"/>
                      <v:line id="Line 331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    <v:line id="Line 332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38100" t="45085" r="43815" b="40640"/>
                      <wp:wrapNone/>
                      <wp:docPr id="6" name="Line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7183D83" id="Line 32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NiQ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lnGCnS&#10;gUTPQnE0nTyE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CmVNiQ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3930015</wp:posOffset>
                      </wp:positionH>
                      <wp:positionV relativeFrom="paragraph">
                        <wp:posOffset>15875</wp:posOffset>
                      </wp:positionV>
                      <wp:extent cx="194945" cy="89535"/>
                      <wp:effectExtent l="5080" t="8255" r="9525" b="6985"/>
                      <wp:wrapNone/>
                      <wp:docPr id="2" name="Group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222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3" name="Line 3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4" name="Line 3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D4A4C7C" id="Group 338" o:spid="_x0000_s1026" style="position:absolute;margin-left:309.45pt;margin-top:1.25pt;width:15.35pt;height:7.05pt;z-index:251661824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">
                      <v:shape id="Freeform 339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340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xIsxAAAANw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lsK92fiBXL2CwAA//8DAFBLAQItABQABgAIAAAAIQDb4fbL7gAAAIUBAAATAAAAAAAAAAAA&#10;AAAAAAAAAABbQ29udGVudF9UeXBlc10ueG1sUEsBAi0AFAAGAAgAAAAhAFr0LFu/AAAAFQEAAAsA&#10;AAAAAAAAAAAAAAAAHwEAAF9yZWxzLy5yZWxzUEsBAi0AFAAGAAgAAAAhAGXvEizEAAAA3AAAAA8A&#10;AAAAAAAAAAAAAAAABwIAAGRycy9kb3ducmV2LnhtbFBLBQYAAAAAAwADALcAAAD4AgAAAAA=&#10;"/>
                      <v:line id="Line 341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3839" w:type="dxa"/>
            <w:shd w:val="clear" w:color="auto" w:fill="auto"/>
            <w:tcMar>
              <w:top w:w="28" w:type="dxa"/>
              <w:bottom w:w="28" w:type="dxa"/>
            </w:tcMar>
          </w:tcPr>
          <w:p w:rsidR="00894682" w:rsidRPr="00894682" w:rsidRDefault="00894682" w:rsidP="001906A2">
            <w:pPr>
              <w:tabs>
                <w:tab w:val="left" w:pos="867"/>
              </w:tabs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Right</w:t>
            </w:r>
          </w:p>
          <w:p w:rsidR="00894682" w:rsidRDefault="00894682" w:rsidP="00FE32AA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</w:t>
            </w:r>
            <w:r w:rsidR="00FE32AA">
              <w:rPr>
                <w:rFonts w:ascii="Arial" w:hAnsi="Arial" w:cs="Arial"/>
                <w:sz w:val="18"/>
                <w:szCs w:val="20"/>
              </w:rPr>
              <w:t>. The Distal SFV and POPV is incompetent.</w:t>
            </w:r>
          </w:p>
        </w:tc>
        <w:tc>
          <w:tcPr>
            <w:tcW w:w="3832" w:type="dxa"/>
            <w:shd w:val="clear" w:color="auto" w:fill="auto"/>
          </w:tcPr>
          <w:p w:rsidR="00894682" w:rsidRDefault="0089468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Left</w:t>
            </w:r>
          </w:p>
          <w:p w:rsidR="00951099" w:rsidRPr="001906A2" w:rsidRDefault="00951099" w:rsidP="00FE32AA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</w:t>
            </w:r>
            <w:r w:rsidR="00FE32AA">
              <w:rPr>
                <w:rFonts w:ascii="Arial" w:hAnsi="Arial" w:cs="Arial"/>
                <w:sz w:val="18"/>
                <w:szCs w:val="20"/>
              </w:rPr>
              <w:t>. Incompetent CFV, POPV and PTV. Stasis was also seen in the POPV.</w:t>
            </w:r>
          </w:p>
        </w:tc>
      </w:tr>
      <w:tr w:rsidR="0095109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1906A2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3839" w:type="dxa"/>
            <w:shd w:val="clear" w:color="auto" w:fill="auto"/>
            <w:tcMar>
              <w:top w:w="28" w:type="dxa"/>
              <w:bottom w:w="28" w:type="dxa"/>
            </w:tcMar>
          </w:tcPr>
          <w:p w:rsidR="00951099" w:rsidRDefault="00FE32AA" w:rsidP="00951099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The SFJ and LSV is absent throughout the thigh, reforming at the knee where it is incompetent. The LSV is occluded throughout the calf.</w:t>
            </w:r>
          </w:p>
          <w:p w:rsidR="00FE32AA" w:rsidRPr="001906A2" w:rsidRDefault="00FE32AA" w:rsidP="00FE32AA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The SPJ was not visualised. The SSV becomes incompetent distally. </w:t>
            </w:r>
          </w:p>
        </w:tc>
        <w:tc>
          <w:tcPr>
            <w:tcW w:w="3832" w:type="dxa"/>
            <w:shd w:val="clear" w:color="auto" w:fill="auto"/>
          </w:tcPr>
          <w:p w:rsidR="00FE32AA" w:rsidRDefault="00FE32AA" w:rsidP="00951099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Incompetent LSV throughout its length, measuring 4.5mm throughout the thigh. </w:t>
            </w:r>
          </w:p>
          <w:p w:rsidR="00FE32AA" w:rsidRPr="00FE32AA" w:rsidRDefault="00FE32AA" w:rsidP="00951099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The SSV is incompetent proximally where it measures 5.8mm in diameter and distally. The mid SSV is occluded, refilling via a VV in the distal calf. Mild thrombotic scarring also seen in the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prox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and distal SSV.  </w:t>
            </w:r>
          </w:p>
        </w:tc>
      </w:tr>
      <w:tr w:rsidR="0095109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1906A2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3839" w:type="dxa"/>
            <w:shd w:val="clear" w:color="auto" w:fill="auto"/>
            <w:tcMar>
              <w:top w:w="28" w:type="dxa"/>
              <w:bottom w:w="28" w:type="dxa"/>
            </w:tcMar>
          </w:tcPr>
          <w:p w:rsidR="00FE32AA" w:rsidRPr="001906A2" w:rsidRDefault="00FE32AA" w:rsidP="00FE32AA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There is an incompetent PTV-VV perforator in the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mid thigh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measuring 4.0mm in diameter and distal thigh measuring 3.8mm in diameter.</w:t>
            </w:r>
          </w:p>
        </w:tc>
        <w:tc>
          <w:tcPr>
            <w:tcW w:w="3832" w:type="dxa"/>
            <w:shd w:val="clear" w:color="auto" w:fill="auto"/>
          </w:tcPr>
          <w:p w:rsidR="00951099" w:rsidRPr="001906A2" w:rsidRDefault="00951099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 incompetent perforators were detected.</w:t>
            </w:r>
          </w:p>
        </w:tc>
      </w:tr>
      <w:tr w:rsidR="0095109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1906A2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671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951099" w:rsidRPr="001906A2" w:rsidRDefault="00951099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95109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1906A2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671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951099" w:rsidRPr="001906A2" w:rsidRDefault="00951099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Default="00694581"/>
    <w:sectPr w:rsidR="00694581" w:rsidSect="00894682">
      <w:headerReference w:type="default" r:id="rId6"/>
      <w:footerReference w:type="default" r:id="rId7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2AA" w:rsidRDefault="00FE32AA">
      <w:r>
        <w:separator/>
      </w:r>
    </w:p>
  </w:endnote>
  <w:endnote w:type="continuationSeparator" w:id="0">
    <w:p w:rsidR="00FE32AA" w:rsidRDefault="00FE3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4F4" w:rsidRPr="00314D22" w:rsidRDefault="00D674F4" w:rsidP="00314D22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2AA" w:rsidRDefault="00FE32AA">
      <w:r>
        <w:separator/>
      </w:r>
    </w:p>
  </w:footnote>
  <w:footnote w:type="continuationSeparator" w:id="0">
    <w:p w:rsidR="00FE32AA" w:rsidRDefault="00FE32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82" w:rsidRDefault="00951099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2AA"/>
    <w:rsid w:val="00050E18"/>
    <w:rsid w:val="0007640A"/>
    <w:rsid w:val="00082FF5"/>
    <w:rsid w:val="000A3239"/>
    <w:rsid w:val="00106CEB"/>
    <w:rsid w:val="00130125"/>
    <w:rsid w:val="00130D4E"/>
    <w:rsid w:val="001906A2"/>
    <w:rsid w:val="001934F0"/>
    <w:rsid w:val="001C78C7"/>
    <w:rsid w:val="002027E7"/>
    <w:rsid w:val="0020510B"/>
    <w:rsid w:val="00216637"/>
    <w:rsid w:val="002213C3"/>
    <w:rsid w:val="002523B4"/>
    <w:rsid w:val="00252DD3"/>
    <w:rsid w:val="0025571B"/>
    <w:rsid w:val="00267D9C"/>
    <w:rsid w:val="002845F4"/>
    <w:rsid w:val="002C2267"/>
    <w:rsid w:val="002D5608"/>
    <w:rsid w:val="002D614F"/>
    <w:rsid w:val="002F29A9"/>
    <w:rsid w:val="00314D22"/>
    <w:rsid w:val="00317A10"/>
    <w:rsid w:val="00324B94"/>
    <w:rsid w:val="00332965"/>
    <w:rsid w:val="00336AD7"/>
    <w:rsid w:val="003437F9"/>
    <w:rsid w:val="003512C1"/>
    <w:rsid w:val="003A31C2"/>
    <w:rsid w:val="003B7DF9"/>
    <w:rsid w:val="003E544F"/>
    <w:rsid w:val="00400424"/>
    <w:rsid w:val="0041713E"/>
    <w:rsid w:val="0043201F"/>
    <w:rsid w:val="004400FD"/>
    <w:rsid w:val="00442229"/>
    <w:rsid w:val="004435E9"/>
    <w:rsid w:val="00443A11"/>
    <w:rsid w:val="00446D9E"/>
    <w:rsid w:val="004479C2"/>
    <w:rsid w:val="004610E0"/>
    <w:rsid w:val="00475D18"/>
    <w:rsid w:val="004932D3"/>
    <w:rsid w:val="004934E7"/>
    <w:rsid w:val="004C6732"/>
    <w:rsid w:val="004F7760"/>
    <w:rsid w:val="005727CF"/>
    <w:rsid w:val="005C796A"/>
    <w:rsid w:val="005E5BC0"/>
    <w:rsid w:val="005F76F8"/>
    <w:rsid w:val="00607FEE"/>
    <w:rsid w:val="00662835"/>
    <w:rsid w:val="00687CAB"/>
    <w:rsid w:val="00694581"/>
    <w:rsid w:val="006A694B"/>
    <w:rsid w:val="006B37A5"/>
    <w:rsid w:val="0077506E"/>
    <w:rsid w:val="00781E01"/>
    <w:rsid w:val="00784424"/>
    <w:rsid w:val="007A7B01"/>
    <w:rsid w:val="007C096F"/>
    <w:rsid w:val="00826D31"/>
    <w:rsid w:val="00845175"/>
    <w:rsid w:val="00851A06"/>
    <w:rsid w:val="008527CA"/>
    <w:rsid w:val="00865D92"/>
    <w:rsid w:val="00894682"/>
    <w:rsid w:val="008A123B"/>
    <w:rsid w:val="008B22FA"/>
    <w:rsid w:val="008B5D7F"/>
    <w:rsid w:val="008D344E"/>
    <w:rsid w:val="008D3EDB"/>
    <w:rsid w:val="00911F56"/>
    <w:rsid w:val="00937D9E"/>
    <w:rsid w:val="0094691B"/>
    <w:rsid w:val="00951099"/>
    <w:rsid w:val="009A34D2"/>
    <w:rsid w:val="009A5CA0"/>
    <w:rsid w:val="009C6954"/>
    <w:rsid w:val="009D2BAA"/>
    <w:rsid w:val="00A00D03"/>
    <w:rsid w:val="00A50BBC"/>
    <w:rsid w:val="00A5497F"/>
    <w:rsid w:val="00A625F9"/>
    <w:rsid w:val="00A7491A"/>
    <w:rsid w:val="00AA6449"/>
    <w:rsid w:val="00AB6270"/>
    <w:rsid w:val="00AD21C9"/>
    <w:rsid w:val="00AE30A1"/>
    <w:rsid w:val="00AF27D7"/>
    <w:rsid w:val="00B43A4A"/>
    <w:rsid w:val="00B46ED4"/>
    <w:rsid w:val="00B62A9E"/>
    <w:rsid w:val="00B67AFA"/>
    <w:rsid w:val="00B77F20"/>
    <w:rsid w:val="00B83663"/>
    <w:rsid w:val="00BB2752"/>
    <w:rsid w:val="00BE4B42"/>
    <w:rsid w:val="00C02035"/>
    <w:rsid w:val="00C133B0"/>
    <w:rsid w:val="00C32C3B"/>
    <w:rsid w:val="00C44173"/>
    <w:rsid w:val="00C4581A"/>
    <w:rsid w:val="00C46C3E"/>
    <w:rsid w:val="00C47CD3"/>
    <w:rsid w:val="00C5764B"/>
    <w:rsid w:val="00C84398"/>
    <w:rsid w:val="00C9350C"/>
    <w:rsid w:val="00CC6657"/>
    <w:rsid w:val="00CD7188"/>
    <w:rsid w:val="00D34D9F"/>
    <w:rsid w:val="00D42CEC"/>
    <w:rsid w:val="00D605F8"/>
    <w:rsid w:val="00D674F4"/>
    <w:rsid w:val="00D8115C"/>
    <w:rsid w:val="00D81821"/>
    <w:rsid w:val="00D8557F"/>
    <w:rsid w:val="00DD13FB"/>
    <w:rsid w:val="00E071B6"/>
    <w:rsid w:val="00E21EED"/>
    <w:rsid w:val="00E70784"/>
    <w:rsid w:val="00E75EB3"/>
    <w:rsid w:val="00E96ADB"/>
    <w:rsid w:val="00F14BB1"/>
    <w:rsid w:val="00F34375"/>
    <w:rsid w:val="00F37989"/>
    <w:rsid w:val="00F672C6"/>
    <w:rsid w:val="00FC3506"/>
    <w:rsid w:val="00FC669E"/>
    <w:rsid w:val="00FD5807"/>
    <w:rsid w:val="00FE3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,#eaeaea"/>
    </o:shapedefaults>
    <o:shapelayout v:ext="edit">
      <o:idmap v:ext="edit" data="1"/>
    </o:shapelayout>
  </w:shapeDefaults>
  <w:decimalSymbol w:val="."/>
  <w:listSeparator w:val=","/>
  <w14:docId w14:val="7B682173"/>
  <w15:chartTrackingRefBased/>
  <w15:docId w15:val="{9BA096C8-812B-4DB3-83BF-6065208E4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FE32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FE32AA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BILATERAL\Bilateral%20Venous%20RJ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Bilateral Venous RJ</Template>
  <TotalTime>1</TotalTime>
  <Pages>1</Pages>
  <Words>188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James, Robert</dc:creator>
  <cp:keywords/>
  <cp:lastModifiedBy>James, Robert</cp:lastModifiedBy>
  <cp:revision>2</cp:revision>
  <cp:lastPrinted>2020-07-02T14:38:00Z</cp:lastPrinted>
  <dcterms:created xsi:type="dcterms:W3CDTF">2020-08-07T09:38:00Z</dcterms:created>
  <dcterms:modified xsi:type="dcterms:W3CDTF">2020-08-07T09:38:00Z</dcterms:modified>
  <cp:category>Patient Report</cp:category>
</cp:coreProperties>
</file>